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2A6" w:rsidRDefault="00B75035" w:rsidP="004812A6">
      <w:pPr>
        <w:pStyle w:val="Header"/>
        <w:jc w:val="right"/>
        <w:rPr>
          <w:rFonts w:ascii="Times New Roman" w:hAnsi="Times New Roman"/>
          <w:i/>
          <w:sz w:val="16"/>
          <w:szCs w:val="16"/>
          <w:lang w:eastAsia="x-none"/>
        </w:rPr>
      </w:pPr>
      <w:r w:rsidRPr="00B75035">
        <w:rPr>
          <w:rFonts w:ascii="Times New Roman" w:hAnsi="Times New Roman"/>
          <w:b/>
          <w:sz w:val="24"/>
          <w:szCs w:val="24"/>
        </w:rPr>
        <w:t>Anexa 10</w:t>
      </w:r>
      <w:r w:rsidR="005E2F72">
        <w:rPr>
          <w:rFonts w:ascii="Times New Roman" w:hAnsi="Times New Roman"/>
          <w:b/>
          <w:sz w:val="24"/>
          <w:szCs w:val="24"/>
        </w:rPr>
        <w:t xml:space="preserve"> - Cod formular </w:t>
      </w:r>
      <w:r w:rsidR="00FA0587" w:rsidRPr="005807E6">
        <w:rPr>
          <w:rFonts w:ascii="Times New Roman" w:hAnsi="Times New Roman"/>
          <w:i/>
          <w:sz w:val="16"/>
          <w:szCs w:val="16"/>
        </w:rPr>
        <w:t>UMFVBT- MET/CSUD/</w:t>
      </w:r>
      <w:r w:rsidR="00FA0587">
        <w:rPr>
          <w:rFonts w:ascii="Times New Roman" w:hAnsi="Times New Roman"/>
          <w:i/>
          <w:sz w:val="16"/>
          <w:szCs w:val="16"/>
        </w:rPr>
        <w:t>25</w:t>
      </w:r>
      <w:r w:rsidR="00FA0587" w:rsidRPr="005807E6">
        <w:rPr>
          <w:rFonts w:ascii="Times New Roman" w:hAnsi="Times New Roman"/>
          <w:i/>
          <w:sz w:val="16"/>
          <w:szCs w:val="16"/>
        </w:rPr>
        <w:t>/202</w:t>
      </w:r>
      <w:r w:rsidR="00FA0587">
        <w:rPr>
          <w:rFonts w:ascii="Times New Roman" w:hAnsi="Times New Roman"/>
          <w:i/>
          <w:sz w:val="16"/>
          <w:szCs w:val="16"/>
        </w:rPr>
        <w:t xml:space="preserve">4 </w:t>
      </w:r>
      <w:r w:rsidR="004812A6">
        <w:rPr>
          <w:rFonts w:ascii="Times New Roman" w:hAnsi="Times New Roman"/>
          <w:i/>
          <w:sz w:val="16"/>
          <w:szCs w:val="16"/>
        </w:rPr>
        <w:t>- 10</w:t>
      </w:r>
    </w:p>
    <w:p w:rsidR="00EA5229" w:rsidRPr="00B75035" w:rsidRDefault="00EA5229" w:rsidP="004812A6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</w:p>
    <w:p w:rsidR="00BA0CF8" w:rsidRDefault="00BA0CF8" w:rsidP="00BA0CF8">
      <w:pPr>
        <w:jc w:val="center"/>
        <w:rPr>
          <w:rFonts w:ascii="Times New Roman" w:hAnsi="Times New Roman"/>
          <w:b/>
          <w:color w:val="002060"/>
          <w:sz w:val="24"/>
          <w:szCs w:val="24"/>
        </w:rPr>
      </w:pPr>
    </w:p>
    <w:p w:rsidR="00BA0CF8" w:rsidRDefault="00BA0CF8" w:rsidP="00BA0CF8">
      <w:pPr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 xml:space="preserve">Referat de acceptare membru </w:t>
      </w:r>
    </w:p>
    <w:p w:rsidR="00BA0CF8" w:rsidRDefault="00BA0CF8" w:rsidP="00BA0CF8">
      <w:pPr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 xml:space="preserve">în comisia de susținere publică a tezei de abilitare </w:t>
      </w:r>
    </w:p>
    <w:p w:rsidR="00BA0CF8" w:rsidRDefault="00BA0CF8" w:rsidP="00BA0C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Subsemnata / Subsemnatul Prof. Univ. Dr. _____________________________________________, titular la  _______________________________________________________________________, în calitate de conducător de doctorat în baza ordinului ministrului nr. _____________________, afiliat la Școala doctorală ___________________________ din cadrul IOSUD _____________________________________________________________, sunt de acord să fiu membru în comisia de susţinere a tezei de abilitare  şi menţionez că îndeplinesc criteriile legale pentru a ocupa această poziţie. </w:t>
      </w: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Titlul tezei de  abilitare </w:t>
      </w:r>
    </w:p>
    <w:p w:rsidR="00BA0CF8" w:rsidRDefault="00BA0CF8" w:rsidP="00BA0C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BA0CF8" w:rsidRDefault="00BA0CF8" w:rsidP="00BA0C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elaborată de ______________________________________________________________________</w:t>
      </w: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</w:p>
    <w:p w:rsidR="00BA0CF8" w:rsidRDefault="00BA0CF8" w:rsidP="00BA0C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:rsidR="00BA0CF8" w:rsidRDefault="00BA0CF8" w:rsidP="00BA0CF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Univ. Dr. ____________________</w:t>
      </w:r>
    </w:p>
    <w:p w:rsidR="00BA0CF8" w:rsidRDefault="00BA0CF8" w:rsidP="00BA0C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D5C61" w:rsidRPr="00E40774" w:rsidRDefault="00ED5C61" w:rsidP="00BA0CF8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D5C61" w:rsidRPr="00E40774" w:rsidSect="00D2536B">
      <w:headerReference w:type="default" r:id="rId6"/>
      <w:footerReference w:type="default" r:id="rId7"/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0A0" w:rsidRDefault="006600A0" w:rsidP="00D2536B">
      <w:pPr>
        <w:spacing w:after="0" w:line="240" w:lineRule="auto"/>
      </w:pPr>
      <w:r>
        <w:separator/>
      </w:r>
    </w:p>
  </w:endnote>
  <w:endnote w:type="continuationSeparator" w:id="0">
    <w:p w:rsidR="006600A0" w:rsidRDefault="006600A0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Pro Regular">
    <w:altName w:val="Times New Roman"/>
    <w:charset w:val="00"/>
    <w:family w:val="swiss"/>
    <w:pitch w:val="variable"/>
    <w:sig w:usb0="00000001" w:usb1="40002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0A0" w:rsidRPr="00356044" w:rsidRDefault="00DD30A0" w:rsidP="00DD30A0">
    <w:pPr>
      <w:pStyle w:val="Footer"/>
      <w:rPr>
        <w:color w:val="7F7F7F" w:themeColor="text1" w:themeTint="80"/>
        <w:sz w:val="18"/>
      </w:rPr>
    </w:pPr>
    <w:r>
      <w:rPr>
        <w:rFonts w:ascii="DIN Pro Regular" w:hAnsi="DIN Pro Regular" w:cs="DIN Pro Regular"/>
        <w:noProof/>
        <w:lang w:eastAsia="ro-RO"/>
      </w:rPr>
      <w:drawing>
        <wp:anchor distT="0" distB="0" distL="114300" distR="114300" simplePos="0" relativeHeight="251658240" behindDoc="0" locked="0" layoutInCell="1" allowOverlap="1" wp14:anchorId="4D670890" wp14:editId="04C05F72">
          <wp:simplePos x="0" y="0"/>
          <wp:positionH relativeFrom="margin">
            <wp:align>center</wp:align>
          </wp:positionH>
          <wp:positionV relativeFrom="page">
            <wp:posOffset>9532620</wp:posOffset>
          </wp:positionV>
          <wp:extent cx="4718050" cy="1000760"/>
          <wp:effectExtent l="0" t="0" r="6350" b="8890"/>
          <wp:wrapTopAndBottom/>
          <wp:docPr id="1677978731" name="Picture 1" descr="Tabl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978731" name="Picture 1" descr="Tabl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8050" cy="1000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24410">
      <w:rPr>
        <w:rFonts w:ascii="DIN Pro Regular" w:hAnsi="DIN Pro Regular" w:cs="DIN Pro Regular"/>
        <w:lang w:val="en-US"/>
      </w:rPr>
      <w:fldChar w:fldCharType="begin"/>
    </w:r>
    <w:r w:rsidRPr="00224410">
      <w:rPr>
        <w:rFonts w:ascii="DIN Pro Regular" w:hAnsi="DIN Pro Regular" w:cs="DIN Pro Regular"/>
        <w:lang w:val="en-US"/>
      </w:rPr>
      <w:instrText xml:space="preserve"> MACROBUTTON  ActualizareCâmpuri </w:instrText>
    </w:r>
    <w:r w:rsidRPr="00224410">
      <w:rPr>
        <w:rFonts w:ascii="DIN Pro Regular" w:hAnsi="DIN Pro Regular" w:cs="DIN Pro Regular"/>
        <w:lang w:val="en-US"/>
      </w:rPr>
      <w:fldChar w:fldCharType="end"/>
    </w:r>
  </w:p>
  <w:p w:rsidR="00E54D2B" w:rsidRPr="00DD30A0" w:rsidRDefault="00E54D2B" w:rsidP="00DD3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0A0" w:rsidRDefault="006600A0" w:rsidP="00D2536B">
      <w:pPr>
        <w:spacing w:after="0" w:line="240" w:lineRule="auto"/>
      </w:pPr>
      <w:r>
        <w:separator/>
      </w:r>
    </w:p>
  </w:footnote>
  <w:footnote w:type="continuationSeparator" w:id="0">
    <w:p w:rsidR="006600A0" w:rsidRDefault="006600A0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398" w:rsidRDefault="00C83398" w:rsidP="00C83398">
    <w:pPr>
      <w:pStyle w:val="Header"/>
      <w:jc w:val="center"/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1210945</wp:posOffset>
          </wp:positionH>
          <wp:positionV relativeFrom="paragraph">
            <wp:posOffset>-247650</wp:posOffset>
          </wp:positionV>
          <wp:extent cx="4121150" cy="92964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150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83398" w:rsidRDefault="00C83398" w:rsidP="00C83398">
    <w:pPr>
      <w:pStyle w:val="Header"/>
      <w:jc w:val="center"/>
    </w:pPr>
  </w:p>
  <w:p w:rsidR="00C83398" w:rsidRDefault="00C83398" w:rsidP="00C83398">
    <w:pPr>
      <w:pStyle w:val="Header"/>
      <w:jc w:val="center"/>
    </w:pPr>
  </w:p>
  <w:p w:rsidR="00C83398" w:rsidRDefault="00C83398" w:rsidP="00C83398">
    <w:pPr>
      <w:pStyle w:val="Header"/>
      <w:jc w:val="center"/>
    </w:pPr>
  </w:p>
  <w:p w:rsidR="00FF4599" w:rsidRPr="00534C27" w:rsidRDefault="00FF4599" w:rsidP="00534C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32D"/>
    <w:rsid w:val="00000930"/>
    <w:rsid w:val="00000E53"/>
    <w:rsid w:val="0000460E"/>
    <w:rsid w:val="00007F1F"/>
    <w:rsid w:val="00012C47"/>
    <w:rsid w:val="00062C47"/>
    <w:rsid w:val="000A3603"/>
    <w:rsid w:val="000D0D3F"/>
    <w:rsid w:val="000D7610"/>
    <w:rsid w:val="00152A5C"/>
    <w:rsid w:val="00160863"/>
    <w:rsid w:val="001875D4"/>
    <w:rsid w:val="0019375F"/>
    <w:rsid w:val="001B4F21"/>
    <w:rsid w:val="001E34B8"/>
    <w:rsid w:val="001F214C"/>
    <w:rsid w:val="00224410"/>
    <w:rsid w:val="00232EAC"/>
    <w:rsid w:val="002E7D89"/>
    <w:rsid w:val="002F1287"/>
    <w:rsid w:val="002F288E"/>
    <w:rsid w:val="002F50CB"/>
    <w:rsid w:val="002F7DDB"/>
    <w:rsid w:val="0031217D"/>
    <w:rsid w:val="0032304C"/>
    <w:rsid w:val="00360BED"/>
    <w:rsid w:val="00366D36"/>
    <w:rsid w:val="003C20E2"/>
    <w:rsid w:val="00455129"/>
    <w:rsid w:val="004555BD"/>
    <w:rsid w:val="00457831"/>
    <w:rsid w:val="004812A6"/>
    <w:rsid w:val="004915CF"/>
    <w:rsid w:val="004A5472"/>
    <w:rsid w:val="004A6959"/>
    <w:rsid w:val="004D7E7E"/>
    <w:rsid w:val="004E65A3"/>
    <w:rsid w:val="005217E6"/>
    <w:rsid w:val="00523606"/>
    <w:rsid w:val="00530006"/>
    <w:rsid w:val="00531846"/>
    <w:rsid w:val="00534C27"/>
    <w:rsid w:val="00552393"/>
    <w:rsid w:val="0056488E"/>
    <w:rsid w:val="005D7F49"/>
    <w:rsid w:val="005E2F72"/>
    <w:rsid w:val="005F3101"/>
    <w:rsid w:val="00631F67"/>
    <w:rsid w:val="00650055"/>
    <w:rsid w:val="006600A0"/>
    <w:rsid w:val="006741E2"/>
    <w:rsid w:val="00685BF9"/>
    <w:rsid w:val="006940D7"/>
    <w:rsid w:val="00696A22"/>
    <w:rsid w:val="006A1CA7"/>
    <w:rsid w:val="006A6C9E"/>
    <w:rsid w:val="00756E23"/>
    <w:rsid w:val="00764A78"/>
    <w:rsid w:val="007B29A5"/>
    <w:rsid w:val="007C3BD0"/>
    <w:rsid w:val="007C52AE"/>
    <w:rsid w:val="007F7796"/>
    <w:rsid w:val="00805E70"/>
    <w:rsid w:val="00806446"/>
    <w:rsid w:val="00827C84"/>
    <w:rsid w:val="00844E81"/>
    <w:rsid w:val="00874B53"/>
    <w:rsid w:val="008C7E40"/>
    <w:rsid w:val="008F3C2A"/>
    <w:rsid w:val="008F5EEB"/>
    <w:rsid w:val="00953829"/>
    <w:rsid w:val="009669B9"/>
    <w:rsid w:val="009B14B8"/>
    <w:rsid w:val="009C249C"/>
    <w:rsid w:val="009F013E"/>
    <w:rsid w:val="009F4B93"/>
    <w:rsid w:val="00A308B3"/>
    <w:rsid w:val="00AB1260"/>
    <w:rsid w:val="00AF1312"/>
    <w:rsid w:val="00B2390F"/>
    <w:rsid w:val="00B32379"/>
    <w:rsid w:val="00B63F50"/>
    <w:rsid w:val="00B75035"/>
    <w:rsid w:val="00B816DB"/>
    <w:rsid w:val="00BA0CF8"/>
    <w:rsid w:val="00BE16B7"/>
    <w:rsid w:val="00BE5CBF"/>
    <w:rsid w:val="00C024FC"/>
    <w:rsid w:val="00C6060B"/>
    <w:rsid w:val="00C606D5"/>
    <w:rsid w:val="00C827A6"/>
    <w:rsid w:val="00C83398"/>
    <w:rsid w:val="00C84104"/>
    <w:rsid w:val="00CA3005"/>
    <w:rsid w:val="00D07E73"/>
    <w:rsid w:val="00D2536B"/>
    <w:rsid w:val="00D70DFA"/>
    <w:rsid w:val="00DA0C3C"/>
    <w:rsid w:val="00DD010A"/>
    <w:rsid w:val="00DD30A0"/>
    <w:rsid w:val="00DE5D83"/>
    <w:rsid w:val="00DF22FA"/>
    <w:rsid w:val="00DF6FA6"/>
    <w:rsid w:val="00E0250C"/>
    <w:rsid w:val="00E10A87"/>
    <w:rsid w:val="00E40774"/>
    <w:rsid w:val="00E4080F"/>
    <w:rsid w:val="00E54D2B"/>
    <w:rsid w:val="00E86118"/>
    <w:rsid w:val="00EA2790"/>
    <w:rsid w:val="00EA5229"/>
    <w:rsid w:val="00ED5C61"/>
    <w:rsid w:val="00EE41AC"/>
    <w:rsid w:val="00EE6EBF"/>
    <w:rsid w:val="00F12BCD"/>
    <w:rsid w:val="00F214FA"/>
    <w:rsid w:val="00F314D5"/>
    <w:rsid w:val="00F6087F"/>
    <w:rsid w:val="00F60932"/>
    <w:rsid w:val="00F7151C"/>
    <w:rsid w:val="00F74065"/>
    <w:rsid w:val="00F84B39"/>
    <w:rsid w:val="00F8632D"/>
    <w:rsid w:val="00FA0587"/>
    <w:rsid w:val="00FF1B4D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E126EC-D971-429B-B678-A3FACE5E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F49"/>
    <w:rPr>
      <w:rFonts w:ascii="Segoe UI" w:hAnsi="Segoe UI" w:cs="Segoe UI"/>
      <w:sz w:val="18"/>
      <w:szCs w:val="18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OOGLE%20DRIVE\WORK\DOCUMENTE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93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>Nume departament</dc:description>
  <cp:lastModifiedBy>HP15</cp:lastModifiedBy>
  <cp:revision>69</cp:revision>
  <cp:lastPrinted>2021-06-17T09:09:00Z</cp:lastPrinted>
  <dcterms:created xsi:type="dcterms:W3CDTF">2020-09-16T11:41:00Z</dcterms:created>
  <dcterms:modified xsi:type="dcterms:W3CDTF">2024-06-07T11:17:00Z</dcterms:modified>
</cp:coreProperties>
</file>