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DA2" w:rsidRDefault="00B92400" w:rsidP="00064DA2">
      <w:pPr>
        <w:pStyle w:val="Header"/>
        <w:jc w:val="right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b/>
          <w:sz w:val="24"/>
          <w:szCs w:val="24"/>
        </w:rPr>
        <w:t>Anexa 8</w:t>
      </w:r>
      <w:r w:rsidR="008A41ED">
        <w:rPr>
          <w:rFonts w:ascii="Times New Roman" w:hAnsi="Times New Roman"/>
          <w:b/>
          <w:sz w:val="24"/>
          <w:szCs w:val="24"/>
        </w:rPr>
        <w:t xml:space="preserve"> Cod formular </w:t>
      </w:r>
      <w:r w:rsidR="00704B9D" w:rsidRPr="005807E6">
        <w:rPr>
          <w:rFonts w:ascii="Times New Roman" w:hAnsi="Times New Roman"/>
          <w:i/>
          <w:sz w:val="16"/>
          <w:szCs w:val="16"/>
        </w:rPr>
        <w:t>UMFVBT- MET/CSUD/</w:t>
      </w:r>
      <w:r w:rsidR="00813F7E">
        <w:rPr>
          <w:rFonts w:ascii="Times New Roman" w:hAnsi="Times New Roman"/>
          <w:i/>
          <w:sz w:val="16"/>
          <w:szCs w:val="16"/>
        </w:rPr>
        <w:t>6</w:t>
      </w:r>
      <w:r w:rsidR="00704B9D" w:rsidRPr="005807E6">
        <w:rPr>
          <w:rFonts w:ascii="Times New Roman" w:hAnsi="Times New Roman"/>
          <w:i/>
          <w:sz w:val="16"/>
          <w:szCs w:val="16"/>
        </w:rPr>
        <w:t>/202</w:t>
      </w:r>
      <w:r w:rsidR="00813F7E">
        <w:rPr>
          <w:rFonts w:ascii="Times New Roman" w:hAnsi="Times New Roman"/>
          <w:i/>
          <w:sz w:val="16"/>
          <w:szCs w:val="16"/>
        </w:rPr>
        <w:t>5</w:t>
      </w:r>
      <w:r w:rsidR="00704B9D">
        <w:rPr>
          <w:rFonts w:ascii="Times New Roman" w:hAnsi="Times New Roman"/>
          <w:i/>
          <w:sz w:val="16"/>
          <w:szCs w:val="16"/>
        </w:rPr>
        <w:t xml:space="preserve"> </w:t>
      </w:r>
      <w:r w:rsidR="00064DA2">
        <w:rPr>
          <w:rFonts w:ascii="Times New Roman" w:hAnsi="Times New Roman"/>
          <w:i/>
          <w:sz w:val="16"/>
          <w:szCs w:val="16"/>
        </w:rPr>
        <w:t>- 08</w:t>
      </w:r>
    </w:p>
    <w:p w:rsidR="009F1B40" w:rsidRPr="007C4D67" w:rsidRDefault="009F1B40" w:rsidP="00002D5F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 w:rsidRPr="007C4D67">
        <w:rPr>
          <w:rFonts w:ascii="Times New Roman" w:hAnsi="Times New Roman"/>
          <w:b/>
          <w:sz w:val="24"/>
          <w:szCs w:val="24"/>
        </w:rPr>
        <w:t xml:space="preserve">Date privind Componența comisiei de abilitare </w:t>
      </w:r>
    </w:p>
    <w:p w:rsidR="00002D5F" w:rsidRPr="007C4D67" w:rsidRDefault="00002D5F" w:rsidP="00002D5F">
      <w:pPr>
        <w:spacing w:after="160" w:line="259" w:lineRule="auto"/>
        <w:rPr>
          <w:rFonts w:ascii="Times New Roman" w:hAnsi="Times New Roman"/>
          <w:sz w:val="24"/>
          <w:szCs w:val="24"/>
        </w:rPr>
      </w:pPr>
      <w:r w:rsidRPr="007C4D67">
        <w:rPr>
          <w:rFonts w:ascii="Times New Roman" w:hAnsi="Times New Roman"/>
          <w:sz w:val="24"/>
          <w:szCs w:val="24"/>
        </w:rPr>
        <w:t xml:space="preserve">pentru evaluarea tezei de abilitare, cu titlul: </w:t>
      </w:r>
      <w:r w:rsidRPr="007C4D67">
        <w:rPr>
          <w:rFonts w:ascii="Times New Roman" w:hAnsi="Times New Roman"/>
          <w:sz w:val="24"/>
          <w:szCs w:val="24"/>
        </w:rPr>
        <w:tab/>
        <w:t>"</w:t>
      </w:r>
      <w:r>
        <w:rPr>
          <w:rFonts w:ascii="Times New Roman" w:hAnsi="Times New Roman"/>
          <w:sz w:val="24"/>
          <w:szCs w:val="24"/>
        </w:rPr>
        <w:t>_______________________________________</w:t>
      </w:r>
      <w:r w:rsidRPr="007C4D67">
        <w:rPr>
          <w:rFonts w:ascii="Times New Roman" w:hAnsi="Times New Roman"/>
          <w:sz w:val="24"/>
          <w:szCs w:val="24"/>
        </w:rPr>
        <w:t xml:space="preserve">", </w:t>
      </w:r>
    </w:p>
    <w:p w:rsidR="00002D5F" w:rsidRPr="00002D5F" w:rsidRDefault="00002D5F" w:rsidP="00002D5F">
      <w:pPr>
        <w:rPr>
          <w:rFonts w:ascii="Times New Roman" w:hAnsi="Times New Roman"/>
        </w:rPr>
      </w:pPr>
      <w:r w:rsidRPr="007C4D67">
        <w:rPr>
          <w:rFonts w:ascii="Times New Roman" w:hAnsi="Times New Roman"/>
          <w:sz w:val="24"/>
          <w:szCs w:val="24"/>
        </w:rPr>
        <w:t>elaborată de ( Poziția, NUMELE și Prenumele) __________________________________</w:t>
      </w:r>
      <w:bookmarkStart w:id="0" w:name="_GoBack"/>
      <w:bookmarkEnd w:id="0"/>
    </w:p>
    <w:tbl>
      <w:tblPr>
        <w:tblpPr w:leftFromText="180" w:rightFromText="180" w:vertAnchor="page" w:horzAnchor="margin" w:tblpY="3631"/>
        <w:tblW w:w="1477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80"/>
        <w:gridCol w:w="1677"/>
        <w:gridCol w:w="1275"/>
        <w:gridCol w:w="1560"/>
        <w:gridCol w:w="1275"/>
        <w:gridCol w:w="851"/>
        <w:gridCol w:w="1984"/>
        <w:gridCol w:w="1418"/>
        <w:gridCol w:w="1276"/>
        <w:gridCol w:w="1701"/>
        <w:gridCol w:w="1275"/>
      </w:tblGrid>
      <w:tr w:rsidR="00002D5F" w:rsidRPr="007C4D67" w:rsidTr="00002D5F">
        <w:trPr>
          <w:trHeight w:val="2506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D5F" w:rsidRPr="007C4D67" w:rsidRDefault="00002D5F" w:rsidP="00002D5F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 xml:space="preserve">Nr </w:t>
            </w:r>
            <w:proofErr w:type="spellStart"/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>crt</w:t>
            </w:r>
            <w:proofErr w:type="spellEnd"/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>IOSUD/IOD unde își desfășoară activitatea de conducere de doctorat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>Domeniul de studii universitare de doctorat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>Funcția didactică / de cercetare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>NUMELE și Prenumele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 xml:space="preserve">Data </w:t>
            </w:r>
            <w:proofErr w:type="spellStart"/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>naşterii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D5F" w:rsidRPr="007C4D67" w:rsidRDefault="00002D5F" w:rsidP="00002D5F">
            <w:pPr>
              <w:ind w:right="112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>OM nr. prin care i s-a conferit calitatea de conducător de doctorat/ abilitarea/ decizia de recunoaștere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>Titular la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i/>
                <w:sz w:val="18"/>
                <w:szCs w:val="18"/>
              </w:rPr>
              <w:t>CNP</w:t>
            </w:r>
          </w:p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i/>
                <w:sz w:val="18"/>
                <w:szCs w:val="18"/>
              </w:rPr>
              <w:t>(opțional)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i/>
                <w:sz w:val="18"/>
                <w:szCs w:val="18"/>
              </w:rPr>
              <w:t>Telefon</w:t>
            </w:r>
          </w:p>
          <w:p w:rsidR="00002D5F" w:rsidRPr="007C4D67" w:rsidRDefault="00002D5F" w:rsidP="00002D5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02D5F" w:rsidRPr="007C4D67" w:rsidRDefault="00002D5F" w:rsidP="00002D5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02D5F" w:rsidRPr="007C4D67" w:rsidRDefault="00002D5F" w:rsidP="00002D5F">
            <w:pPr>
              <w:ind w:left="-1472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>E mail</w:t>
            </w:r>
          </w:p>
        </w:tc>
      </w:tr>
      <w:tr w:rsidR="00002D5F" w:rsidRPr="007C4D67" w:rsidTr="00002D5F">
        <w:trPr>
          <w:trHeight w:val="443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ind w:right="112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002D5F" w:rsidRPr="007C4D67" w:rsidTr="00002D5F">
        <w:trPr>
          <w:trHeight w:val="548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ind w:right="112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002D5F" w:rsidRPr="007C4D67" w:rsidTr="00002D5F">
        <w:trPr>
          <w:trHeight w:val="548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ind w:right="112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002D5F" w:rsidRPr="007C4D67" w:rsidTr="00002D5F">
        <w:trPr>
          <w:trHeight w:val="548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>-membru supleant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ind w:right="112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002D5F" w:rsidRPr="007C4D67" w:rsidTr="00002D5F">
        <w:trPr>
          <w:trHeight w:val="548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7C4D67">
              <w:rPr>
                <w:rFonts w:ascii="Times New Roman" w:hAnsi="Times New Roman"/>
                <w:bCs/>
                <w:sz w:val="18"/>
                <w:szCs w:val="18"/>
              </w:rPr>
              <w:t>-membru supleant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ind w:right="112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D5F" w:rsidRPr="007C4D67" w:rsidRDefault="00002D5F" w:rsidP="00002D5F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</w:tbl>
    <w:p w:rsidR="00002D5F" w:rsidRDefault="00002D5F" w:rsidP="009F1B40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002D5F" w:rsidRDefault="00002D5F" w:rsidP="009F1B40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341DCB" w:rsidRPr="007C4D67" w:rsidRDefault="00341DCB" w:rsidP="009F1B40">
      <w:pPr>
        <w:rPr>
          <w:rFonts w:ascii="Times New Roman" w:hAnsi="Times New Roman"/>
        </w:rPr>
      </w:pPr>
    </w:p>
    <w:sectPr w:rsidR="00341DCB" w:rsidRPr="007C4D67" w:rsidSect="00813F7E">
      <w:headerReference w:type="default" r:id="rId6"/>
      <w:pgSz w:w="16838" w:h="11906" w:orient="landscape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727" w:rsidRDefault="00174727" w:rsidP="00813F7E">
      <w:pPr>
        <w:spacing w:after="0" w:line="240" w:lineRule="auto"/>
      </w:pPr>
      <w:r>
        <w:separator/>
      </w:r>
    </w:p>
  </w:endnote>
  <w:endnote w:type="continuationSeparator" w:id="0">
    <w:p w:rsidR="00174727" w:rsidRDefault="00174727" w:rsidP="00813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727" w:rsidRDefault="00174727" w:rsidP="00813F7E">
      <w:pPr>
        <w:spacing w:after="0" w:line="240" w:lineRule="auto"/>
      </w:pPr>
      <w:r>
        <w:separator/>
      </w:r>
    </w:p>
  </w:footnote>
  <w:footnote w:type="continuationSeparator" w:id="0">
    <w:p w:rsidR="00174727" w:rsidRDefault="00174727" w:rsidP="00813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F7E" w:rsidRDefault="00813F7E" w:rsidP="00813F7E">
    <w:pPr>
      <w:pStyle w:val="Header"/>
      <w:jc w:val="center"/>
    </w:pPr>
    <w:r w:rsidRPr="00A40B77">
      <w:rPr>
        <w:noProof/>
        <w:color w:val="000000"/>
        <w:lang w:eastAsia="ro-RO"/>
      </w:rPr>
      <w:drawing>
        <wp:inline distT="0" distB="0" distL="0" distR="0">
          <wp:extent cx="2940050" cy="889000"/>
          <wp:effectExtent l="0" t="0" r="0" b="635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0050" cy="889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DD2"/>
    <w:rsid w:val="00000F2D"/>
    <w:rsid w:val="00001B85"/>
    <w:rsid w:val="00001DF2"/>
    <w:rsid w:val="00002D5F"/>
    <w:rsid w:val="00003911"/>
    <w:rsid w:val="000041EE"/>
    <w:rsid w:val="000047D4"/>
    <w:rsid w:val="00010D98"/>
    <w:rsid w:val="000114E6"/>
    <w:rsid w:val="00011EB4"/>
    <w:rsid w:val="00012F42"/>
    <w:rsid w:val="0001405D"/>
    <w:rsid w:val="00014969"/>
    <w:rsid w:val="00016579"/>
    <w:rsid w:val="000208A6"/>
    <w:rsid w:val="00020FD5"/>
    <w:rsid w:val="000231D9"/>
    <w:rsid w:val="0002356A"/>
    <w:rsid w:val="00025182"/>
    <w:rsid w:val="0002738C"/>
    <w:rsid w:val="000317C9"/>
    <w:rsid w:val="00033DF4"/>
    <w:rsid w:val="000353E4"/>
    <w:rsid w:val="00035F49"/>
    <w:rsid w:val="00036083"/>
    <w:rsid w:val="000421F2"/>
    <w:rsid w:val="00043DD8"/>
    <w:rsid w:val="00043F45"/>
    <w:rsid w:val="00046B60"/>
    <w:rsid w:val="00050F20"/>
    <w:rsid w:val="000542F7"/>
    <w:rsid w:val="000549C2"/>
    <w:rsid w:val="000554CB"/>
    <w:rsid w:val="000555B2"/>
    <w:rsid w:val="0005627C"/>
    <w:rsid w:val="000569B1"/>
    <w:rsid w:val="0005778B"/>
    <w:rsid w:val="000577B4"/>
    <w:rsid w:val="000600A5"/>
    <w:rsid w:val="00064DA2"/>
    <w:rsid w:val="0006525F"/>
    <w:rsid w:val="00065928"/>
    <w:rsid w:val="000710D0"/>
    <w:rsid w:val="000718E1"/>
    <w:rsid w:val="0007296E"/>
    <w:rsid w:val="00073963"/>
    <w:rsid w:val="0007538E"/>
    <w:rsid w:val="00075AE8"/>
    <w:rsid w:val="00075DD2"/>
    <w:rsid w:val="00076D00"/>
    <w:rsid w:val="00077821"/>
    <w:rsid w:val="000805F5"/>
    <w:rsid w:val="00081157"/>
    <w:rsid w:val="00081C0D"/>
    <w:rsid w:val="0008261D"/>
    <w:rsid w:val="000839D3"/>
    <w:rsid w:val="00083D31"/>
    <w:rsid w:val="000852DC"/>
    <w:rsid w:val="00086BEE"/>
    <w:rsid w:val="000904A5"/>
    <w:rsid w:val="00090CD7"/>
    <w:rsid w:val="000925C2"/>
    <w:rsid w:val="00096DB3"/>
    <w:rsid w:val="00097449"/>
    <w:rsid w:val="000A0CC3"/>
    <w:rsid w:val="000A0D61"/>
    <w:rsid w:val="000A17EE"/>
    <w:rsid w:val="000A1D68"/>
    <w:rsid w:val="000A583B"/>
    <w:rsid w:val="000A6E81"/>
    <w:rsid w:val="000B0790"/>
    <w:rsid w:val="000B380A"/>
    <w:rsid w:val="000B484D"/>
    <w:rsid w:val="000B5258"/>
    <w:rsid w:val="000B7CAB"/>
    <w:rsid w:val="000B7E3E"/>
    <w:rsid w:val="000C0D31"/>
    <w:rsid w:val="000C2EAE"/>
    <w:rsid w:val="000C5519"/>
    <w:rsid w:val="000D0959"/>
    <w:rsid w:val="000D3206"/>
    <w:rsid w:val="000D3A28"/>
    <w:rsid w:val="000D4B03"/>
    <w:rsid w:val="000D520C"/>
    <w:rsid w:val="000D5D7A"/>
    <w:rsid w:val="000D5E42"/>
    <w:rsid w:val="000D5F43"/>
    <w:rsid w:val="000D6598"/>
    <w:rsid w:val="000D6E39"/>
    <w:rsid w:val="000E0F6D"/>
    <w:rsid w:val="000E1CF5"/>
    <w:rsid w:val="000E1E5F"/>
    <w:rsid w:val="000E20D2"/>
    <w:rsid w:val="000E283E"/>
    <w:rsid w:val="000E4197"/>
    <w:rsid w:val="000E5451"/>
    <w:rsid w:val="000E5807"/>
    <w:rsid w:val="000E5E7F"/>
    <w:rsid w:val="000E6286"/>
    <w:rsid w:val="000E64D5"/>
    <w:rsid w:val="000E672A"/>
    <w:rsid w:val="000E78A6"/>
    <w:rsid w:val="000F0918"/>
    <w:rsid w:val="000F2349"/>
    <w:rsid w:val="000F239C"/>
    <w:rsid w:val="000F3CC9"/>
    <w:rsid w:val="000F4361"/>
    <w:rsid w:val="000F4BC1"/>
    <w:rsid w:val="000F643F"/>
    <w:rsid w:val="001006A3"/>
    <w:rsid w:val="00101113"/>
    <w:rsid w:val="001057BB"/>
    <w:rsid w:val="00110688"/>
    <w:rsid w:val="00110B9D"/>
    <w:rsid w:val="00110D43"/>
    <w:rsid w:val="00111E92"/>
    <w:rsid w:val="00112A69"/>
    <w:rsid w:val="0011450D"/>
    <w:rsid w:val="00115B22"/>
    <w:rsid w:val="00116FF5"/>
    <w:rsid w:val="00120EE7"/>
    <w:rsid w:val="00121EBB"/>
    <w:rsid w:val="00124A93"/>
    <w:rsid w:val="001255BA"/>
    <w:rsid w:val="00125770"/>
    <w:rsid w:val="00125772"/>
    <w:rsid w:val="00127791"/>
    <w:rsid w:val="00127E43"/>
    <w:rsid w:val="00132F3C"/>
    <w:rsid w:val="00134C48"/>
    <w:rsid w:val="00135008"/>
    <w:rsid w:val="00136513"/>
    <w:rsid w:val="001406CA"/>
    <w:rsid w:val="00140D14"/>
    <w:rsid w:val="00142F80"/>
    <w:rsid w:val="00143ECF"/>
    <w:rsid w:val="00144CD9"/>
    <w:rsid w:val="00145C5A"/>
    <w:rsid w:val="00147F26"/>
    <w:rsid w:val="00151323"/>
    <w:rsid w:val="00151F7F"/>
    <w:rsid w:val="00152BA9"/>
    <w:rsid w:val="0016005C"/>
    <w:rsid w:val="001614BA"/>
    <w:rsid w:val="00161E09"/>
    <w:rsid w:val="0016286C"/>
    <w:rsid w:val="001635D8"/>
    <w:rsid w:val="001639C8"/>
    <w:rsid w:val="00166EDC"/>
    <w:rsid w:val="00170EA8"/>
    <w:rsid w:val="00171EAF"/>
    <w:rsid w:val="00172B3E"/>
    <w:rsid w:val="00174465"/>
    <w:rsid w:val="00174727"/>
    <w:rsid w:val="00176675"/>
    <w:rsid w:val="00177156"/>
    <w:rsid w:val="001802F0"/>
    <w:rsid w:val="00180A83"/>
    <w:rsid w:val="00181664"/>
    <w:rsid w:val="001816B1"/>
    <w:rsid w:val="0018177B"/>
    <w:rsid w:val="00182212"/>
    <w:rsid w:val="001828BB"/>
    <w:rsid w:val="00182F5D"/>
    <w:rsid w:val="0019079D"/>
    <w:rsid w:val="00190E91"/>
    <w:rsid w:val="00190EB2"/>
    <w:rsid w:val="00191120"/>
    <w:rsid w:val="00192003"/>
    <w:rsid w:val="0019218E"/>
    <w:rsid w:val="00193341"/>
    <w:rsid w:val="00193839"/>
    <w:rsid w:val="00194ECF"/>
    <w:rsid w:val="00195349"/>
    <w:rsid w:val="00195409"/>
    <w:rsid w:val="001961DE"/>
    <w:rsid w:val="001A097F"/>
    <w:rsid w:val="001A18D9"/>
    <w:rsid w:val="001A2519"/>
    <w:rsid w:val="001A35DE"/>
    <w:rsid w:val="001A56AF"/>
    <w:rsid w:val="001A62A0"/>
    <w:rsid w:val="001A67DC"/>
    <w:rsid w:val="001A67FC"/>
    <w:rsid w:val="001A704E"/>
    <w:rsid w:val="001A76B5"/>
    <w:rsid w:val="001A7E8E"/>
    <w:rsid w:val="001B1C04"/>
    <w:rsid w:val="001B2F36"/>
    <w:rsid w:val="001B6EC1"/>
    <w:rsid w:val="001B74E5"/>
    <w:rsid w:val="001B7513"/>
    <w:rsid w:val="001C114C"/>
    <w:rsid w:val="001C3548"/>
    <w:rsid w:val="001C5976"/>
    <w:rsid w:val="001C6029"/>
    <w:rsid w:val="001C6EB8"/>
    <w:rsid w:val="001C75CC"/>
    <w:rsid w:val="001D0EDB"/>
    <w:rsid w:val="001D21D8"/>
    <w:rsid w:val="001D232C"/>
    <w:rsid w:val="001D30EC"/>
    <w:rsid w:val="001D3237"/>
    <w:rsid w:val="001D5394"/>
    <w:rsid w:val="001D7312"/>
    <w:rsid w:val="001E1410"/>
    <w:rsid w:val="001E1D88"/>
    <w:rsid w:val="001E3C47"/>
    <w:rsid w:val="001E3D9F"/>
    <w:rsid w:val="001E634A"/>
    <w:rsid w:val="001F0B2F"/>
    <w:rsid w:val="001F0C13"/>
    <w:rsid w:val="001F23CB"/>
    <w:rsid w:val="001F3BD9"/>
    <w:rsid w:val="001F5197"/>
    <w:rsid w:val="001F6E19"/>
    <w:rsid w:val="00201DD7"/>
    <w:rsid w:val="00202D1B"/>
    <w:rsid w:val="00205279"/>
    <w:rsid w:val="00210142"/>
    <w:rsid w:val="002106DC"/>
    <w:rsid w:val="00211287"/>
    <w:rsid w:val="00211CBE"/>
    <w:rsid w:val="00212390"/>
    <w:rsid w:val="0021332A"/>
    <w:rsid w:val="00215E52"/>
    <w:rsid w:val="002163AF"/>
    <w:rsid w:val="0021725C"/>
    <w:rsid w:val="002173F8"/>
    <w:rsid w:val="0022462E"/>
    <w:rsid w:val="00224BC4"/>
    <w:rsid w:val="00230B2D"/>
    <w:rsid w:val="002339C0"/>
    <w:rsid w:val="00233B96"/>
    <w:rsid w:val="0023468E"/>
    <w:rsid w:val="00234B14"/>
    <w:rsid w:val="00236185"/>
    <w:rsid w:val="002368B8"/>
    <w:rsid w:val="00237965"/>
    <w:rsid w:val="00241B90"/>
    <w:rsid w:val="002428B4"/>
    <w:rsid w:val="002429BC"/>
    <w:rsid w:val="00244298"/>
    <w:rsid w:val="002444B2"/>
    <w:rsid w:val="0024610B"/>
    <w:rsid w:val="002466A8"/>
    <w:rsid w:val="00246888"/>
    <w:rsid w:val="00246979"/>
    <w:rsid w:val="002512C8"/>
    <w:rsid w:val="002523D6"/>
    <w:rsid w:val="00253DDE"/>
    <w:rsid w:val="00256D0C"/>
    <w:rsid w:val="0025730A"/>
    <w:rsid w:val="00257664"/>
    <w:rsid w:val="00260078"/>
    <w:rsid w:val="002643E9"/>
    <w:rsid w:val="00265CC3"/>
    <w:rsid w:val="00266644"/>
    <w:rsid w:val="00266810"/>
    <w:rsid w:val="00267B29"/>
    <w:rsid w:val="00274767"/>
    <w:rsid w:val="002748CC"/>
    <w:rsid w:val="00274F88"/>
    <w:rsid w:val="0027518A"/>
    <w:rsid w:val="00276602"/>
    <w:rsid w:val="002815A2"/>
    <w:rsid w:val="00283AF1"/>
    <w:rsid w:val="00284550"/>
    <w:rsid w:val="0028694F"/>
    <w:rsid w:val="002912CC"/>
    <w:rsid w:val="00292487"/>
    <w:rsid w:val="002924E4"/>
    <w:rsid w:val="0029417F"/>
    <w:rsid w:val="0029488B"/>
    <w:rsid w:val="002951A3"/>
    <w:rsid w:val="0029711B"/>
    <w:rsid w:val="00297353"/>
    <w:rsid w:val="002A0593"/>
    <w:rsid w:val="002A0622"/>
    <w:rsid w:val="002A1629"/>
    <w:rsid w:val="002A1896"/>
    <w:rsid w:val="002A3FEC"/>
    <w:rsid w:val="002A5205"/>
    <w:rsid w:val="002B0E23"/>
    <w:rsid w:val="002B3047"/>
    <w:rsid w:val="002B30E5"/>
    <w:rsid w:val="002B3BFB"/>
    <w:rsid w:val="002B562E"/>
    <w:rsid w:val="002B69C0"/>
    <w:rsid w:val="002B762D"/>
    <w:rsid w:val="002C4D4B"/>
    <w:rsid w:val="002C7A91"/>
    <w:rsid w:val="002D0154"/>
    <w:rsid w:val="002D4A6F"/>
    <w:rsid w:val="002D4DDF"/>
    <w:rsid w:val="002D5376"/>
    <w:rsid w:val="002D5AB0"/>
    <w:rsid w:val="002D696F"/>
    <w:rsid w:val="002E05A7"/>
    <w:rsid w:val="002E5D37"/>
    <w:rsid w:val="002E71B1"/>
    <w:rsid w:val="002E7677"/>
    <w:rsid w:val="002F4C98"/>
    <w:rsid w:val="002F5D97"/>
    <w:rsid w:val="002F6131"/>
    <w:rsid w:val="002F69FE"/>
    <w:rsid w:val="002F7164"/>
    <w:rsid w:val="003006C3"/>
    <w:rsid w:val="003035FF"/>
    <w:rsid w:val="00303622"/>
    <w:rsid w:val="00305B51"/>
    <w:rsid w:val="00310E03"/>
    <w:rsid w:val="003121BB"/>
    <w:rsid w:val="00316614"/>
    <w:rsid w:val="00320C32"/>
    <w:rsid w:val="00320F22"/>
    <w:rsid w:val="00321219"/>
    <w:rsid w:val="0032164E"/>
    <w:rsid w:val="00321DEE"/>
    <w:rsid w:val="0032288F"/>
    <w:rsid w:val="00325079"/>
    <w:rsid w:val="00325715"/>
    <w:rsid w:val="0032778D"/>
    <w:rsid w:val="00327C9F"/>
    <w:rsid w:val="003316C7"/>
    <w:rsid w:val="00331F28"/>
    <w:rsid w:val="003324E8"/>
    <w:rsid w:val="0033579B"/>
    <w:rsid w:val="00335A5A"/>
    <w:rsid w:val="003368F1"/>
    <w:rsid w:val="00337043"/>
    <w:rsid w:val="00337A19"/>
    <w:rsid w:val="00340248"/>
    <w:rsid w:val="0034130D"/>
    <w:rsid w:val="00341DCB"/>
    <w:rsid w:val="00342B25"/>
    <w:rsid w:val="00343456"/>
    <w:rsid w:val="00345442"/>
    <w:rsid w:val="00346BDD"/>
    <w:rsid w:val="00350DD4"/>
    <w:rsid w:val="00351468"/>
    <w:rsid w:val="00351DDC"/>
    <w:rsid w:val="003548B7"/>
    <w:rsid w:val="00355CEB"/>
    <w:rsid w:val="00355FF9"/>
    <w:rsid w:val="00356C4E"/>
    <w:rsid w:val="00361814"/>
    <w:rsid w:val="00364972"/>
    <w:rsid w:val="0036584D"/>
    <w:rsid w:val="003678AB"/>
    <w:rsid w:val="0037254F"/>
    <w:rsid w:val="00372BC8"/>
    <w:rsid w:val="0037438F"/>
    <w:rsid w:val="0037483B"/>
    <w:rsid w:val="00375BF5"/>
    <w:rsid w:val="00380865"/>
    <w:rsid w:val="00382ABA"/>
    <w:rsid w:val="00384A23"/>
    <w:rsid w:val="00384F94"/>
    <w:rsid w:val="003859F9"/>
    <w:rsid w:val="00385DDE"/>
    <w:rsid w:val="00386AA7"/>
    <w:rsid w:val="003900A9"/>
    <w:rsid w:val="0039080F"/>
    <w:rsid w:val="00390C4F"/>
    <w:rsid w:val="00392CD1"/>
    <w:rsid w:val="0039572C"/>
    <w:rsid w:val="00395B00"/>
    <w:rsid w:val="00395D25"/>
    <w:rsid w:val="00396438"/>
    <w:rsid w:val="003966A0"/>
    <w:rsid w:val="00396CAC"/>
    <w:rsid w:val="00396D83"/>
    <w:rsid w:val="003975EB"/>
    <w:rsid w:val="003A0698"/>
    <w:rsid w:val="003A0900"/>
    <w:rsid w:val="003A0B7D"/>
    <w:rsid w:val="003A120D"/>
    <w:rsid w:val="003A18FD"/>
    <w:rsid w:val="003A27D8"/>
    <w:rsid w:val="003A2BC6"/>
    <w:rsid w:val="003A6748"/>
    <w:rsid w:val="003A7C1F"/>
    <w:rsid w:val="003A7CDA"/>
    <w:rsid w:val="003B09AA"/>
    <w:rsid w:val="003B0CEE"/>
    <w:rsid w:val="003B18F3"/>
    <w:rsid w:val="003B3B7F"/>
    <w:rsid w:val="003B50DD"/>
    <w:rsid w:val="003B79BC"/>
    <w:rsid w:val="003B7C8F"/>
    <w:rsid w:val="003C1DE5"/>
    <w:rsid w:val="003C2C54"/>
    <w:rsid w:val="003C3317"/>
    <w:rsid w:val="003C41AF"/>
    <w:rsid w:val="003C6989"/>
    <w:rsid w:val="003D247A"/>
    <w:rsid w:val="003D3347"/>
    <w:rsid w:val="003D4B23"/>
    <w:rsid w:val="003D4DD3"/>
    <w:rsid w:val="003D6DF6"/>
    <w:rsid w:val="003E05C3"/>
    <w:rsid w:val="003E1CD9"/>
    <w:rsid w:val="003E285D"/>
    <w:rsid w:val="003E3ABC"/>
    <w:rsid w:val="003E4352"/>
    <w:rsid w:val="003E4A71"/>
    <w:rsid w:val="003E55D2"/>
    <w:rsid w:val="003E5675"/>
    <w:rsid w:val="003E5A3A"/>
    <w:rsid w:val="003E5CB6"/>
    <w:rsid w:val="003F06C4"/>
    <w:rsid w:val="003F22F3"/>
    <w:rsid w:val="003F506B"/>
    <w:rsid w:val="003F6550"/>
    <w:rsid w:val="003F7DFC"/>
    <w:rsid w:val="00400ED6"/>
    <w:rsid w:val="0040124A"/>
    <w:rsid w:val="004017BD"/>
    <w:rsid w:val="00401B5C"/>
    <w:rsid w:val="00402CE1"/>
    <w:rsid w:val="00406AC3"/>
    <w:rsid w:val="0041059D"/>
    <w:rsid w:val="004111F9"/>
    <w:rsid w:val="00411222"/>
    <w:rsid w:val="00411301"/>
    <w:rsid w:val="004115E9"/>
    <w:rsid w:val="00412C2C"/>
    <w:rsid w:val="00413722"/>
    <w:rsid w:val="00413D19"/>
    <w:rsid w:val="00415697"/>
    <w:rsid w:val="00416E35"/>
    <w:rsid w:val="00417201"/>
    <w:rsid w:val="0042547C"/>
    <w:rsid w:val="004264E9"/>
    <w:rsid w:val="004268AB"/>
    <w:rsid w:val="004303CC"/>
    <w:rsid w:val="00432D55"/>
    <w:rsid w:val="004354D4"/>
    <w:rsid w:val="00435BAA"/>
    <w:rsid w:val="00440D39"/>
    <w:rsid w:val="0044241E"/>
    <w:rsid w:val="00442430"/>
    <w:rsid w:val="004426DD"/>
    <w:rsid w:val="00442D16"/>
    <w:rsid w:val="00445CD7"/>
    <w:rsid w:val="00447CCD"/>
    <w:rsid w:val="0045071D"/>
    <w:rsid w:val="00451023"/>
    <w:rsid w:val="00451850"/>
    <w:rsid w:val="00452978"/>
    <w:rsid w:val="00452B14"/>
    <w:rsid w:val="0045334E"/>
    <w:rsid w:val="00454A5A"/>
    <w:rsid w:val="00456B78"/>
    <w:rsid w:val="00461AFD"/>
    <w:rsid w:val="00462703"/>
    <w:rsid w:val="00462C49"/>
    <w:rsid w:val="004630D9"/>
    <w:rsid w:val="004631E3"/>
    <w:rsid w:val="00463EFF"/>
    <w:rsid w:val="00464031"/>
    <w:rsid w:val="004655AB"/>
    <w:rsid w:val="004663D4"/>
    <w:rsid w:val="004675F1"/>
    <w:rsid w:val="00467C65"/>
    <w:rsid w:val="00470AFC"/>
    <w:rsid w:val="00470C5F"/>
    <w:rsid w:val="0047319A"/>
    <w:rsid w:val="00475776"/>
    <w:rsid w:val="004758BC"/>
    <w:rsid w:val="00476158"/>
    <w:rsid w:val="00477E48"/>
    <w:rsid w:val="00480705"/>
    <w:rsid w:val="004832CC"/>
    <w:rsid w:val="00483B03"/>
    <w:rsid w:val="0048452F"/>
    <w:rsid w:val="00485D05"/>
    <w:rsid w:val="004868BC"/>
    <w:rsid w:val="00497191"/>
    <w:rsid w:val="0049762F"/>
    <w:rsid w:val="00497DEE"/>
    <w:rsid w:val="004A147A"/>
    <w:rsid w:val="004A1D9C"/>
    <w:rsid w:val="004A2FB4"/>
    <w:rsid w:val="004A4E0A"/>
    <w:rsid w:val="004A4FDF"/>
    <w:rsid w:val="004A6339"/>
    <w:rsid w:val="004A6932"/>
    <w:rsid w:val="004B14DE"/>
    <w:rsid w:val="004B2B65"/>
    <w:rsid w:val="004B3231"/>
    <w:rsid w:val="004B38E9"/>
    <w:rsid w:val="004B44B7"/>
    <w:rsid w:val="004B4F4A"/>
    <w:rsid w:val="004B5766"/>
    <w:rsid w:val="004B5970"/>
    <w:rsid w:val="004B647E"/>
    <w:rsid w:val="004B6C68"/>
    <w:rsid w:val="004C1938"/>
    <w:rsid w:val="004C26AF"/>
    <w:rsid w:val="004C3A95"/>
    <w:rsid w:val="004C4E05"/>
    <w:rsid w:val="004C6098"/>
    <w:rsid w:val="004C7C5B"/>
    <w:rsid w:val="004C7F37"/>
    <w:rsid w:val="004D0F8F"/>
    <w:rsid w:val="004D1D68"/>
    <w:rsid w:val="004D2EED"/>
    <w:rsid w:val="004D4396"/>
    <w:rsid w:val="004D7124"/>
    <w:rsid w:val="004E18AF"/>
    <w:rsid w:val="004E1C68"/>
    <w:rsid w:val="004E2AB7"/>
    <w:rsid w:val="004E4474"/>
    <w:rsid w:val="004E557A"/>
    <w:rsid w:val="004E5E24"/>
    <w:rsid w:val="004E6303"/>
    <w:rsid w:val="004E65EC"/>
    <w:rsid w:val="004E7E8F"/>
    <w:rsid w:val="004F03ED"/>
    <w:rsid w:val="004F10F9"/>
    <w:rsid w:val="004F1C60"/>
    <w:rsid w:val="004F2526"/>
    <w:rsid w:val="004F2F0B"/>
    <w:rsid w:val="004F44EA"/>
    <w:rsid w:val="00500692"/>
    <w:rsid w:val="00502B09"/>
    <w:rsid w:val="00503704"/>
    <w:rsid w:val="0050470D"/>
    <w:rsid w:val="005048BF"/>
    <w:rsid w:val="00505DB1"/>
    <w:rsid w:val="00506A0D"/>
    <w:rsid w:val="00507744"/>
    <w:rsid w:val="00510B71"/>
    <w:rsid w:val="00510BEE"/>
    <w:rsid w:val="005111D9"/>
    <w:rsid w:val="0051145D"/>
    <w:rsid w:val="00511C03"/>
    <w:rsid w:val="005156CC"/>
    <w:rsid w:val="005158AB"/>
    <w:rsid w:val="00516550"/>
    <w:rsid w:val="00517465"/>
    <w:rsid w:val="00520D09"/>
    <w:rsid w:val="005222A0"/>
    <w:rsid w:val="0052394A"/>
    <w:rsid w:val="0052408B"/>
    <w:rsid w:val="005241D7"/>
    <w:rsid w:val="00524674"/>
    <w:rsid w:val="00524A7B"/>
    <w:rsid w:val="00525100"/>
    <w:rsid w:val="0052608C"/>
    <w:rsid w:val="005261A2"/>
    <w:rsid w:val="00526554"/>
    <w:rsid w:val="00527804"/>
    <w:rsid w:val="00531897"/>
    <w:rsid w:val="0053305B"/>
    <w:rsid w:val="00533061"/>
    <w:rsid w:val="00537014"/>
    <w:rsid w:val="005411A9"/>
    <w:rsid w:val="00541443"/>
    <w:rsid w:val="00541549"/>
    <w:rsid w:val="0054157E"/>
    <w:rsid w:val="005449E9"/>
    <w:rsid w:val="00544E69"/>
    <w:rsid w:val="00545CC5"/>
    <w:rsid w:val="0054715D"/>
    <w:rsid w:val="005504CD"/>
    <w:rsid w:val="0055165B"/>
    <w:rsid w:val="00552B6C"/>
    <w:rsid w:val="00553F6F"/>
    <w:rsid w:val="00554480"/>
    <w:rsid w:val="0055486B"/>
    <w:rsid w:val="00555377"/>
    <w:rsid w:val="005556B1"/>
    <w:rsid w:val="00555D94"/>
    <w:rsid w:val="00560146"/>
    <w:rsid w:val="00561911"/>
    <w:rsid w:val="005621CC"/>
    <w:rsid w:val="00562F58"/>
    <w:rsid w:val="00564255"/>
    <w:rsid w:val="00565108"/>
    <w:rsid w:val="00570E6A"/>
    <w:rsid w:val="00572D50"/>
    <w:rsid w:val="0057406B"/>
    <w:rsid w:val="00574467"/>
    <w:rsid w:val="00575985"/>
    <w:rsid w:val="00577168"/>
    <w:rsid w:val="00577746"/>
    <w:rsid w:val="00584157"/>
    <w:rsid w:val="005912B9"/>
    <w:rsid w:val="0059248A"/>
    <w:rsid w:val="00592F86"/>
    <w:rsid w:val="00593347"/>
    <w:rsid w:val="005951D3"/>
    <w:rsid w:val="00595268"/>
    <w:rsid w:val="00597E53"/>
    <w:rsid w:val="005A08DA"/>
    <w:rsid w:val="005A1344"/>
    <w:rsid w:val="005A191E"/>
    <w:rsid w:val="005A1977"/>
    <w:rsid w:val="005A4138"/>
    <w:rsid w:val="005A4683"/>
    <w:rsid w:val="005A4887"/>
    <w:rsid w:val="005B04D3"/>
    <w:rsid w:val="005B21BC"/>
    <w:rsid w:val="005B302F"/>
    <w:rsid w:val="005B32B2"/>
    <w:rsid w:val="005B691A"/>
    <w:rsid w:val="005C3021"/>
    <w:rsid w:val="005C3FB5"/>
    <w:rsid w:val="005C6C38"/>
    <w:rsid w:val="005C78DA"/>
    <w:rsid w:val="005D091C"/>
    <w:rsid w:val="005D0CEE"/>
    <w:rsid w:val="005D0F6C"/>
    <w:rsid w:val="005D3412"/>
    <w:rsid w:val="005D4C97"/>
    <w:rsid w:val="005D74ED"/>
    <w:rsid w:val="005D77BB"/>
    <w:rsid w:val="005E00EB"/>
    <w:rsid w:val="005E0239"/>
    <w:rsid w:val="005E054D"/>
    <w:rsid w:val="005E3914"/>
    <w:rsid w:val="005E3ADF"/>
    <w:rsid w:val="005E4623"/>
    <w:rsid w:val="005E48F3"/>
    <w:rsid w:val="005E4E67"/>
    <w:rsid w:val="005E53FC"/>
    <w:rsid w:val="005E6AA2"/>
    <w:rsid w:val="005E6AB7"/>
    <w:rsid w:val="005E7B0C"/>
    <w:rsid w:val="005F0E9A"/>
    <w:rsid w:val="005F187C"/>
    <w:rsid w:val="005F1E76"/>
    <w:rsid w:val="005F2F34"/>
    <w:rsid w:val="005F387A"/>
    <w:rsid w:val="005F3BF6"/>
    <w:rsid w:val="005F4380"/>
    <w:rsid w:val="005F4EF7"/>
    <w:rsid w:val="005F6952"/>
    <w:rsid w:val="005F6AC5"/>
    <w:rsid w:val="005F7485"/>
    <w:rsid w:val="005F7B4A"/>
    <w:rsid w:val="006009AD"/>
    <w:rsid w:val="00601493"/>
    <w:rsid w:val="006022D9"/>
    <w:rsid w:val="0060584A"/>
    <w:rsid w:val="00607C6E"/>
    <w:rsid w:val="006135BD"/>
    <w:rsid w:val="00613CC3"/>
    <w:rsid w:val="006141DB"/>
    <w:rsid w:val="0062106E"/>
    <w:rsid w:val="00622AF6"/>
    <w:rsid w:val="006243F7"/>
    <w:rsid w:val="00624C5B"/>
    <w:rsid w:val="006253D5"/>
    <w:rsid w:val="00627878"/>
    <w:rsid w:val="0063052D"/>
    <w:rsid w:val="00632B6A"/>
    <w:rsid w:val="00633674"/>
    <w:rsid w:val="00633DA1"/>
    <w:rsid w:val="00636D75"/>
    <w:rsid w:val="00636DE7"/>
    <w:rsid w:val="00640091"/>
    <w:rsid w:val="00640C63"/>
    <w:rsid w:val="00643D82"/>
    <w:rsid w:val="006441B2"/>
    <w:rsid w:val="006447DC"/>
    <w:rsid w:val="0064720E"/>
    <w:rsid w:val="00647B6C"/>
    <w:rsid w:val="006500F7"/>
    <w:rsid w:val="00650D72"/>
    <w:rsid w:val="00650FE1"/>
    <w:rsid w:val="006519E7"/>
    <w:rsid w:val="0065237F"/>
    <w:rsid w:val="00652BAE"/>
    <w:rsid w:val="006530D3"/>
    <w:rsid w:val="00654B3D"/>
    <w:rsid w:val="006608E1"/>
    <w:rsid w:val="006609F2"/>
    <w:rsid w:val="00660BA4"/>
    <w:rsid w:val="0066139A"/>
    <w:rsid w:val="00662FE3"/>
    <w:rsid w:val="00663278"/>
    <w:rsid w:val="00663DD9"/>
    <w:rsid w:val="00664F3C"/>
    <w:rsid w:val="00665B9C"/>
    <w:rsid w:val="00665C26"/>
    <w:rsid w:val="00667F44"/>
    <w:rsid w:val="00670455"/>
    <w:rsid w:val="00671A2E"/>
    <w:rsid w:val="00671B81"/>
    <w:rsid w:val="006724AA"/>
    <w:rsid w:val="00672E14"/>
    <w:rsid w:val="006746F3"/>
    <w:rsid w:val="006763D5"/>
    <w:rsid w:val="006768FE"/>
    <w:rsid w:val="00676B01"/>
    <w:rsid w:val="006774AA"/>
    <w:rsid w:val="006803E4"/>
    <w:rsid w:val="0068123D"/>
    <w:rsid w:val="0068454E"/>
    <w:rsid w:val="00684A12"/>
    <w:rsid w:val="0068669B"/>
    <w:rsid w:val="006902F1"/>
    <w:rsid w:val="006906F1"/>
    <w:rsid w:val="00691264"/>
    <w:rsid w:val="00691884"/>
    <w:rsid w:val="00692CCB"/>
    <w:rsid w:val="00693168"/>
    <w:rsid w:val="00693209"/>
    <w:rsid w:val="006943A5"/>
    <w:rsid w:val="00695722"/>
    <w:rsid w:val="00696637"/>
    <w:rsid w:val="00696AEB"/>
    <w:rsid w:val="006A2C89"/>
    <w:rsid w:val="006A4207"/>
    <w:rsid w:val="006A4383"/>
    <w:rsid w:val="006A5909"/>
    <w:rsid w:val="006A67F2"/>
    <w:rsid w:val="006A7491"/>
    <w:rsid w:val="006A7B12"/>
    <w:rsid w:val="006B03ED"/>
    <w:rsid w:val="006B09BF"/>
    <w:rsid w:val="006B1DAD"/>
    <w:rsid w:val="006B1DF7"/>
    <w:rsid w:val="006B26C8"/>
    <w:rsid w:val="006B5B6A"/>
    <w:rsid w:val="006B6090"/>
    <w:rsid w:val="006C0E21"/>
    <w:rsid w:val="006C2131"/>
    <w:rsid w:val="006C3BD7"/>
    <w:rsid w:val="006C3DC9"/>
    <w:rsid w:val="006C45CC"/>
    <w:rsid w:val="006C5F48"/>
    <w:rsid w:val="006C625D"/>
    <w:rsid w:val="006C707A"/>
    <w:rsid w:val="006C7183"/>
    <w:rsid w:val="006C744C"/>
    <w:rsid w:val="006C76E5"/>
    <w:rsid w:val="006D0BE5"/>
    <w:rsid w:val="006D2228"/>
    <w:rsid w:val="006D5893"/>
    <w:rsid w:val="006D596B"/>
    <w:rsid w:val="006D7AC7"/>
    <w:rsid w:val="006E018A"/>
    <w:rsid w:val="006E1889"/>
    <w:rsid w:val="006E249F"/>
    <w:rsid w:val="006E3450"/>
    <w:rsid w:val="006E3D37"/>
    <w:rsid w:val="006E4264"/>
    <w:rsid w:val="006E4A05"/>
    <w:rsid w:val="006E6181"/>
    <w:rsid w:val="006F0251"/>
    <w:rsid w:val="006F1698"/>
    <w:rsid w:val="006F365F"/>
    <w:rsid w:val="006F43DA"/>
    <w:rsid w:val="006F4D2C"/>
    <w:rsid w:val="006F4E59"/>
    <w:rsid w:val="006F4F1D"/>
    <w:rsid w:val="006F5496"/>
    <w:rsid w:val="006F5CFE"/>
    <w:rsid w:val="006F62EF"/>
    <w:rsid w:val="00700C36"/>
    <w:rsid w:val="00700D0A"/>
    <w:rsid w:val="00703263"/>
    <w:rsid w:val="00704B9D"/>
    <w:rsid w:val="00705A20"/>
    <w:rsid w:val="00705AE4"/>
    <w:rsid w:val="00705DE9"/>
    <w:rsid w:val="00707565"/>
    <w:rsid w:val="007100BA"/>
    <w:rsid w:val="007116A7"/>
    <w:rsid w:val="0071388A"/>
    <w:rsid w:val="00713C34"/>
    <w:rsid w:val="0071433F"/>
    <w:rsid w:val="00715858"/>
    <w:rsid w:val="00716832"/>
    <w:rsid w:val="00716D39"/>
    <w:rsid w:val="007208C3"/>
    <w:rsid w:val="00724D0F"/>
    <w:rsid w:val="00724F10"/>
    <w:rsid w:val="00725105"/>
    <w:rsid w:val="007272D6"/>
    <w:rsid w:val="00730E77"/>
    <w:rsid w:val="0073513A"/>
    <w:rsid w:val="00736412"/>
    <w:rsid w:val="00736C89"/>
    <w:rsid w:val="00737D99"/>
    <w:rsid w:val="00740B6C"/>
    <w:rsid w:val="00741CE2"/>
    <w:rsid w:val="00743F2B"/>
    <w:rsid w:val="00743F2F"/>
    <w:rsid w:val="00747759"/>
    <w:rsid w:val="00752B03"/>
    <w:rsid w:val="00754C20"/>
    <w:rsid w:val="00754C64"/>
    <w:rsid w:val="00754F9C"/>
    <w:rsid w:val="00756318"/>
    <w:rsid w:val="00757F52"/>
    <w:rsid w:val="007607FF"/>
    <w:rsid w:val="00760C2F"/>
    <w:rsid w:val="00764250"/>
    <w:rsid w:val="007660A0"/>
    <w:rsid w:val="00772472"/>
    <w:rsid w:val="007726BB"/>
    <w:rsid w:val="007733FF"/>
    <w:rsid w:val="007775E5"/>
    <w:rsid w:val="007807D6"/>
    <w:rsid w:val="00780C1C"/>
    <w:rsid w:val="00782FB7"/>
    <w:rsid w:val="00783483"/>
    <w:rsid w:val="007849B3"/>
    <w:rsid w:val="00785680"/>
    <w:rsid w:val="00785861"/>
    <w:rsid w:val="00785CE3"/>
    <w:rsid w:val="007902D7"/>
    <w:rsid w:val="0079050D"/>
    <w:rsid w:val="00790971"/>
    <w:rsid w:val="00791F5E"/>
    <w:rsid w:val="007932CF"/>
    <w:rsid w:val="0079381A"/>
    <w:rsid w:val="00794614"/>
    <w:rsid w:val="00796B01"/>
    <w:rsid w:val="00797076"/>
    <w:rsid w:val="007A0ED5"/>
    <w:rsid w:val="007A2996"/>
    <w:rsid w:val="007A4593"/>
    <w:rsid w:val="007A50B4"/>
    <w:rsid w:val="007A53C6"/>
    <w:rsid w:val="007A6972"/>
    <w:rsid w:val="007A74E3"/>
    <w:rsid w:val="007B1AE6"/>
    <w:rsid w:val="007B2FFB"/>
    <w:rsid w:val="007B3BF0"/>
    <w:rsid w:val="007B7591"/>
    <w:rsid w:val="007B7646"/>
    <w:rsid w:val="007B7790"/>
    <w:rsid w:val="007C0201"/>
    <w:rsid w:val="007C0D34"/>
    <w:rsid w:val="007C13D2"/>
    <w:rsid w:val="007C1AEA"/>
    <w:rsid w:val="007C3842"/>
    <w:rsid w:val="007C4D67"/>
    <w:rsid w:val="007C5B74"/>
    <w:rsid w:val="007D0151"/>
    <w:rsid w:val="007D0BDE"/>
    <w:rsid w:val="007D12B4"/>
    <w:rsid w:val="007D18F3"/>
    <w:rsid w:val="007D2A90"/>
    <w:rsid w:val="007D3C74"/>
    <w:rsid w:val="007D5911"/>
    <w:rsid w:val="007D5EA7"/>
    <w:rsid w:val="007D60EF"/>
    <w:rsid w:val="007D65E7"/>
    <w:rsid w:val="007E03AD"/>
    <w:rsid w:val="007E0923"/>
    <w:rsid w:val="007E2626"/>
    <w:rsid w:val="007E46FD"/>
    <w:rsid w:val="007E4A3A"/>
    <w:rsid w:val="007E5B3E"/>
    <w:rsid w:val="007E67A6"/>
    <w:rsid w:val="007E7808"/>
    <w:rsid w:val="007F48FF"/>
    <w:rsid w:val="007F79A2"/>
    <w:rsid w:val="007F7BC9"/>
    <w:rsid w:val="00801226"/>
    <w:rsid w:val="008017C0"/>
    <w:rsid w:val="008024FB"/>
    <w:rsid w:val="008029C5"/>
    <w:rsid w:val="0080339D"/>
    <w:rsid w:val="008040D2"/>
    <w:rsid w:val="00805752"/>
    <w:rsid w:val="00810665"/>
    <w:rsid w:val="00813F7E"/>
    <w:rsid w:val="00814047"/>
    <w:rsid w:val="008146CE"/>
    <w:rsid w:val="00814D28"/>
    <w:rsid w:val="00820014"/>
    <w:rsid w:val="008203AA"/>
    <w:rsid w:val="008217E5"/>
    <w:rsid w:val="00821EF7"/>
    <w:rsid w:val="008255C1"/>
    <w:rsid w:val="00831245"/>
    <w:rsid w:val="00831E41"/>
    <w:rsid w:val="008338A5"/>
    <w:rsid w:val="008352F5"/>
    <w:rsid w:val="0083654B"/>
    <w:rsid w:val="008377F0"/>
    <w:rsid w:val="00837FCE"/>
    <w:rsid w:val="008405A0"/>
    <w:rsid w:val="008411FC"/>
    <w:rsid w:val="00842683"/>
    <w:rsid w:val="008441C9"/>
    <w:rsid w:val="00844A12"/>
    <w:rsid w:val="00844DC3"/>
    <w:rsid w:val="00845C17"/>
    <w:rsid w:val="00847471"/>
    <w:rsid w:val="00856391"/>
    <w:rsid w:val="00856841"/>
    <w:rsid w:val="00857DDA"/>
    <w:rsid w:val="00860A0D"/>
    <w:rsid w:val="008629BA"/>
    <w:rsid w:val="0086381E"/>
    <w:rsid w:val="00863A81"/>
    <w:rsid w:val="008658E4"/>
    <w:rsid w:val="00865F15"/>
    <w:rsid w:val="00870097"/>
    <w:rsid w:val="0087139C"/>
    <w:rsid w:val="008716BA"/>
    <w:rsid w:val="00872830"/>
    <w:rsid w:val="0087325F"/>
    <w:rsid w:val="00873787"/>
    <w:rsid w:val="00874D0D"/>
    <w:rsid w:val="00874D6F"/>
    <w:rsid w:val="008762B1"/>
    <w:rsid w:val="008772E2"/>
    <w:rsid w:val="0088148B"/>
    <w:rsid w:val="008816EB"/>
    <w:rsid w:val="008822F2"/>
    <w:rsid w:val="008825BA"/>
    <w:rsid w:val="0088785F"/>
    <w:rsid w:val="00887A15"/>
    <w:rsid w:val="00887F69"/>
    <w:rsid w:val="00890564"/>
    <w:rsid w:val="00892C02"/>
    <w:rsid w:val="00894288"/>
    <w:rsid w:val="00895F68"/>
    <w:rsid w:val="008973B6"/>
    <w:rsid w:val="00897DB6"/>
    <w:rsid w:val="008A0409"/>
    <w:rsid w:val="008A1C2F"/>
    <w:rsid w:val="008A1FC6"/>
    <w:rsid w:val="008A3E12"/>
    <w:rsid w:val="008A41ED"/>
    <w:rsid w:val="008A5822"/>
    <w:rsid w:val="008B1198"/>
    <w:rsid w:val="008B15A7"/>
    <w:rsid w:val="008B2AC5"/>
    <w:rsid w:val="008B2D62"/>
    <w:rsid w:val="008B3AC1"/>
    <w:rsid w:val="008B4643"/>
    <w:rsid w:val="008B6ADE"/>
    <w:rsid w:val="008B79A6"/>
    <w:rsid w:val="008B7D45"/>
    <w:rsid w:val="008C211E"/>
    <w:rsid w:val="008C2584"/>
    <w:rsid w:val="008C367D"/>
    <w:rsid w:val="008C6AA5"/>
    <w:rsid w:val="008C7B7D"/>
    <w:rsid w:val="008D01D5"/>
    <w:rsid w:val="008D0D3C"/>
    <w:rsid w:val="008D3489"/>
    <w:rsid w:val="008D4B32"/>
    <w:rsid w:val="008D4B4C"/>
    <w:rsid w:val="008D5650"/>
    <w:rsid w:val="008D639E"/>
    <w:rsid w:val="008D6762"/>
    <w:rsid w:val="008E0E9F"/>
    <w:rsid w:val="008E3B23"/>
    <w:rsid w:val="008E40A9"/>
    <w:rsid w:val="008E5222"/>
    <w:rsid w:val="008E6BD3"/>
    <w:rsid w:val="008F4850"/>
    <w:rsid w:val="008F5D35"/>
    <w:rsid w:val="008F6BE0"/>
    <w:rsid w:val="008F750B"/>
    <w:rsid w:val="0090430C"/>
    <w:rsid w:val="00905048"/>
    <w:rsid w:val="00910114"/>
    <w:rsid w:val="009102EA"/>
    <w:rsid w:val="00914F0E"/>
    <w:rsid w:val="009155C4"/>
    <w:rsid w:val="00915A44"/>
    <w:rsid w:val="00915D49"/>
    <w:rsid w:val="00915D4E"/>
    <w:rsid w:val="009160ED"/>
    <w:rsid w:val="009164B6"/>
    <w:rsid w:val="0091667B"/>
    <w:rsid w:val="00920694"/>
    <w:rsid w:val="009206D8"/>
    <w:rsid w:val="00922C33"/>
    <w:rsid w:val="00924F3E"/>
    <w:rsid w:val="00925413"/>
    <w:rsid w:val="00925DC9"/>
    <w:rsid w:val="00927196"/>
    <w:rsid w:val="00931D7E"/>
    <w:rsid w:val="00932DE9"/>
    <w:rsid w:val="009338AE"/>
    <w:rsid w:val="00940DAC"/>
    <w:rsid w:val="00940DB6"/>
    <w:rsid w:val="00942BCE"/>
    <w:rsid w:val="009435EB"/>
    <w:rsid w:val="009462B4"/>
    <w:rsid w:val="00946DB0"/>
    <w:rsid w:val="00947BF9"/>
    <w:rsid w:val="00951B01"/>
    <w:rsid w:val="00952147"/>
    <w:rsid w:val="00952ECA"/>
    <w:rsid w:val="00953324"/>
    <w:rsid w:val="00953675"/>
    <w:rsid w:val="00954444"/>
    <w:rsid w:val="00955391"/>
    <w:rsid w:val="00955CA7"/>
    <w:rsid w:val="0096011E"/>
    <w:rsid w:val="00960276"/>
    <w:rsid w:val="009604EF"/>
    <w:rsid w:val="0096128A"/>
    <w:rsid w:val="00962030"/>
    <w:rsid w:val="00962AB9"/>
    <w:rsid w:val="00963B24"/>
    <w:rsid w:val="00965167"/>
    <w:rsid w:val="0096556F"/>
    <w:rsid w:val="009658EE"/>
    <w:rsid w:val="00965948"/>
    <w:rsid w:val="00967132"/>
    <w:rsid w:val="00967B0A"/>
    <w:rsid w:val="00971E25"/>
    <w:rsid w:val="00971F55"/>
    <w:rsid w:val="0097351C"/>
    <w:rsid w:val="00974D05"/>
    <w:rsid w:val="009753AD"/>
    <w:rsid w:val="00975577"/>
    <w:rsid w:val="00975600"/>
    <w:rsid w:val="0097681E"/>
    <w:rsid w:val="00977A5B"/>
    <w:rsid w:val="0098058F"/>
    <w:rsid w:val="00980720"/>
    <w:rsid w:val="00980DD4"/>
    <w:rsid w:val="0098217F"/>
    <w:rsid w:val="00984F38"/>
    <w:rsid w:val="00986DC9"/>
    <w:rsid w:val="00986FF6"/>
    <w:rsid w:val="00991EBB"/>
    <w:rsid w:val="009924B8"/>
    <w:rsid w:val="00993550"/>
    <w:rsid w:val="00994B06"/>
    <w:rsid w:val="00995B1D"/>
    <w:rsid w:val="009A064D"/>
    <w:rsid w:val="009A2217"/>
    <w:rsid w:val="009A2253"/>
    <w:rsid w:val="009A3776"/>
    <w:rsid w:val="009A4412"/>
    <w:rsid w:val="009A4563"/>
    <w:rsid w:val="009A4C0A"/>
    <w:rsid w:val="009A52E9"/>
    <w:rsid w:val="009A68C5"/>
    <w:rsid w:val="009B4EED"/>
    <w:rsid w:val="009B50B0"/>
    <w:rsid w:val="009B6D62"/>
    <w:rsid w:val="009B6FE6"/>
    <w:rsid w:val="009C0349"/>
    <w:rsid w:val="009C03AC"/>
    <w:rsid w:val="009C4169"/>
    <w:rsid w:val="009C53CD"/>
    <w:rsid w:val="009C6768"/>
    <w:rsid w:val="009C6883"/>
    <w:rsid w:val="009C68D4"/>
    <w:rsid w:val="009C7035"/>
    <w:rsid w:val="009C71CD"/>
    <w:rsid w:val="009C7317"/>
    <w:rsid w:val="009C73AC"/>
    <w:rsid w:val="009C7982"/>
    <w:rsid w:val="009C7AC4"/>
    <w:rsid w:val="009D1146"/>
    <w:rsid w:val="009D1D13"/>
    <w:rsid w:val="009D1DEC"/>
    <w:rsid w:val="009D1F5E"/>
    <w:rsid w:val="009D616C"/>
    <w:rsid w:val="009D76CE"/>
    <w:rsid w:val="009E0955"/>
    <w:rsid w:val="009E09B0"/>
    <w:rsid w:val="009E402C"/>
    <w:rsid w:val="009E5302"/>
    <w:rsid w:val="009E70BD"/>
    <w:rsid w:val="009E7A53"/>
    <w:rsid w:val="009F084A"/>
    <w:rsid w:val="009F1131"/>
    <w:rsid w:val="009F1B40"/>
    <w:rsid w:val="009F41FA"/>
    <w:rsid w:val="009F784F"/>
    <w:rsid w:val="00A01504"/>
    <w:rsid w:val="00A016AB"/>
    <w:rsid w:val="00A023A1"/>
    <w:rsid w:val="00A03D8E"/>
    <w:rsid w:val="00A04015"/>
    <w:rsid w:val="00A05356"/>
    <w:rsid w:val="00A07A8A"/>
    <w:rsid w:val="00A10F91"/>
    <w:rsid w:val="00A1327F"/>
    <w:rsid w:val="00A14E8A"/>
    <w:rsid w:val="00A14E98"/>
    <w:rsid w:val="00A16BF3"/>
    <w:rsid w:val="00A20032"/>
    <w:rsid w:val="00A209A1"/>
    <w:rsid w:val="00A21DD4"/>
    <w:rsid w:val="00A21F76"/>
    <w:rsid w:val="00A25419"/>
    <w:rsid w:val="00A30E95"/>
    <w:rsid w:val="00A32B51"/>
    <w:rsid w:val="00A3361D"/>
    <w:rsid w:val="00A3398A"/>
    <w:rsid w:val="00A359EF"/>
    <w:rsid w:val="00A36302"/>
    <w:rsid w:val="00A41FD0"/>
    <w:rsid w:val="00A43DFE"/>
    <w:rsid w:val="00A447E6"/>
    <w:rsid w:val="00A46764"/>
    <w:rsid w:val="00A46D0A"/>
    <w:rsid w:val="00A47685"/>
    <w:rsid w:val="00A509E0"/>
    <w:rsid w:val="00A533D4"/>
    <w:rsid w:val="00A53EBB"/>
    <w:rsid w:val="00A5439D"/>
    <w:rsid w:val="00A55BD1"/>
    <w:rsid w:val="00A56731"/>
    <w:rsid w:val="00A56A0D"/>
    <w:rsid w:val="00A572A0"/>
    <w:rsid w:val="00A603D6"/>
    <w:rsid w:val="00A60514"/>
    <w:rsid w:val="00A6140D"/>
    <w:rsid w:val="00A628E4"/>
    <w:rsid w:val="00A62B38"/>
    <w:rsid w:val="00A64195"/>
    <w:rsid w:val="00A64BE2"/>
    <w:rsid w:val="00A64BE5"/>
    <w:rsid w:val="00A65B68"/>
    <w:rsid w:val="00A65CDC"/>
    <w:rsid w:val="00A66436"/>
    <w:rsid w:val="00A66CD0"/>
    <w:rsid w:val="00A67817"/>
    <w:rsid w:val="00A67A95"/>
    <w:rsid w:val="00A7360E"/>
    <w:rsid w:val="00A75C19"/>
    <w:rsid w:val="00A77A93"/>
    <w:rsid w:val="00A814D8"/>
    <w:rsid w:val="00A82378"/>
    <w:rsid w:val="00A82DF0"/>
    <w:rsid w:val="00A83147"/>
    <w:rsid w:val="00A84BF0"/>
    <w:rsid w:val="00A87C6F"/>
    <w:rsid w:val="00A90A4B"/>
    <w:rsid w:val="00A90A62"/>
    <w:rsid w:val="00A91237"/>
    <w:rsid w:val="00A92EEF"/>
    <w:rsid w:val="00A93861"/>
    <w:rsid w:val="00A9652A"/>
    <w:rsid w:val="00AA1D4B"/>
    <w:rsid w:val="00AA2930"/>
    <w:rsid w:val="00AA3645"/>
    <w:rsid w:val="00AA41FB"/>
    <w:rsid w:val="00AA482D"/>
    <w:rsid w:val="00AA5414"/>
    <w:rsid w:val="00AA6B38"/>
    <w:rsid w:val="00AA72AB"/>
    <w:rsid w:val="00AB207A"/>
    <w:rsid w:val="00AB2566"/>
    <w:rsid w:val="00AB42E6"/>
    <w:rsid w:val="00AB5C74"/>
    <w:rsid w:val="00AB74EE"/>
    <w:rsid w:val="00AB79CE"/>
    <w:rsid w:val="00AC21BB"/>
    <w:rsid w:val="00AC435D"/>
    <w:rsid w:val="00AC5354"/>
    <w:rsid w:val="00AC536D"/>
    <w:rsid w:val="00AC548E"/>
    <w:rsid w:val="00AC63C3"/>
    <w:rsid w:val="00AD2728"/>
    <w:rsid w:val="00AD2895"/>
    <w:rsid w:val="00AD36ED"/>
    <w:rsid w:val="00AD52A7"/>
    <w:rsid w:val="00AD54BB"/>
    <w:rsid w:val="00AD76B7"/>
    <w:rsid w:val="00AE085A"/>
    <w:rsid w:val="00AE0D30"/>
    <w:rsid w:val="00AE543A"/>
    <w:rsid w:val="00AE5D95"/>
    <w:rsid w:val="00AF00EB"/>
    <w:rsid w:val="00AF31FB"/>
    <w:rsid w:val="00AF47A0"/>
    <w:rsid w:val="00AF4EC5"/>
    <w:rsid w:val="00AF56A8"/>
    <w:rsid w:val="00AF5EDE"/>
    <w:rsid w:val="00AF6221"/>
    <w:rsid w:val="00AF6B7C"/>
    <w:rsid w:val="00AF798F"/>
    <w:rsid w:val="00B02B4C"/>
    <w:rsid w:val="00B033FB"/>
    <w:rsid w:val="00B03F00"/>
    <w:rsid w:val="00B0597D"/>
    <w:rsid w:val="00B05E53"/>
    <w:rsid w:val="00B05ECD"/>
    <w:rsid w:val="00B06CB7"/>
    <w:rsid w:val="00B10941"/>
    <w:rsid w:val="00B11632"/>
    <w:rsid w:val="00B120E1"/>
    <w:rsid w:val="00B1309E"/>
    <w:rsid w:val="00B1381B"/>
    <w:rsid w:val="00B13924"/>
    <w:rsid w:val="00B13A51"/>
    <w:rsid w:val="00B1417F"/>
    <w:rsid w:val="00B142D6"/>
    <w:rsid w:val="00B14D77"/>
    <w:rsid w:val="00B14F6E"/>
    <w:rsid w:val="00B15DC5"/>
    <w:rsid w:val="00B16051"/>
    <w:rsid w:val="00B20F29"/>
    <w:rsid w:val="00B22288"/>
    <w:rsid w:val="00B22696"/>
    <w:rsid w:val="00B2442A"/>
    <w:rsid w:val="00B248BB"/>
    <w:rsid w:val="00B24922"/>
    <w:rsid w:val="00B24A8A"/>
    <w:rsid w:val="00B26F17"/>
    <w:rsid w:val="00B27F49"/>
    <w:rsid w:val="00B30E02"/>
    <w:rsid w:val="00B310B0"/>
    <w:rsid w:val="00B32A78"/>
    <w:rsid w:val="00B34CA8"/>
    <w:rsid w:val="00B35CCB"/>
    <w:rsid w:val="00B3783E"/>
    <w:rsid w:val="00B37DC2"/>
    <w:rsid w:val="00B40B50"/>
    <w:rsid w:val="00B40F95"/>
    <w:rsid w:val="00B41F03"/>
    <w:rsid w:val="00B41FAB"/>
    <w:rsid w:val="00B427EF"/>
    <w:rsid w:val="00B428F9"/>
    <w:rsid w:val="00B433AA"/>
    <w:rsid w:val="00B46575"/>
    <w:rsid w:val="00B47974"/>
    <w:rsid w:val="00B51961"/>
    <w:rsid w:val="00B547F2"/>
    <w:rsid w:val="00B55616"/>
    <w:rsid w:val="00B55C78"/>
    <w:rsid w:val="00B55CAD"/>
    <w:rsid w:val="00B609D1"/>
    <w:rsid w:val="00B609D3"/>
    <w:rsid w:val="00B60A47"/>
    <w:rsid w:val="00B60DC3"/>
    <w:rsid w:val="00B61543"/>
    <w:rsid w:val="00B62C7E"/>
    <w:rsid w:val="00B65817"/>
    <w:rsid w:val="00B70110"/>
    <w:rsid w:val="00B70B5D"/>
    <w:rsid w:val="00B723C3"/>
    <w:rsid w:val="00B72B5B"/>
    <w:rsid w:val="00B73935"/>
    <w:rsid w:val="00B73E51"/>
    <w:rsid w:val="00B74606"/>
    <w:rsid w:val="00B747A3"/>
    <w:rsid w:val="00B76C8E"/>
    <w:rsid w:val="00B76DE0"/>
    <w:rsid w:val="00B804B5"/>
    <w:rsid w:val="00B84A56"/>
    <w:rsid w:val="00B857EF"/>
    <w:rsid w:val="00B86A98"/>
    <w:rsid w:val="00B90870"/>
    <w:rsid w:val="00B90E0A"/>
    <w:rsid w:val="00B92400"/>
    <w:rsid w:val="00B92AE4"/>
    <w:rsid w:val="00B92B3C"/>
    <w:rsid w:val="00B93329"/>
    <w:rsid w:val="00B95FA1"/>
    <w:rsid w:val="00B95FCD"/>
    <w:rsid w:val="00B97658"/>
    <w:rsid w:val="00BA058F"/>
    <w:rsid w:val="00BA090C"/>
    <w:rsid w:val="00BA1CEB"/>
    <w:rsid w:val="00BA30FD"/>
    <w:rsid w:val="00BA3D29"/>
    <w:rsid w:val="00BA4180"/>
    <w:rsid w:val="00BA4A3A"/>
    <w:rsid w:val="00BA713B"/>
    <w:rsid w:val="00BB3578"/>
    <w:rsid w:val="00BB5014"/>
    <w:rsid w:val="00BC07C6"/>
    <w:rsid w:val="00BC32D0"/>
    <w:rsid w:val="00BC3BF2"/>
    <w:rsid w:val="00BC4543"/>
    <w:rsid w:val="00BC4B96"/>
    <w:rsid w:val="00BC5433"/>
    <w:rsid w:val="00BD091A"/>
    <w:rsid w:val="00BD1284"/>
    <w:rsid w:val="00BD1BE4"/>
    <w:rsid w:val="00BD3F9C"/>
    <w:rsid w:val="00BD6969"/>
    <w:rsid w:val="00BD7777"/>
    <w:rsid w:val="00BE01D2"/>
    <w:rsid w:val="00BE07C0"/>
    <w:rsid w:val="00BE229E"/>
    <w:rsid w:val="00BE5833"/>
    <w:rsid w:val="00BE5F59"/>
    <w:rsid w:val="00BE7469"/>
    <w:rsid w:val="00BF42E8"/>
    <w:rsid w:val="00BF445A"/>
    <w:rsid w:val="00BF546E"/>
    <w:rsid w:val="00BF69C2"/>
    <w:rsid w:val="00BF6B79"/>
    <w:rsid w:val="00BF7624"/>
    <w:rsid w:val="00C01168"/>
    <w:rsid w:val="00C0121D"/>
    <w:rsid w:val="00C019EC"/>
    <w:rsid w:val="00C01B2D"/>
    <w:rsid w:val="00C0252D"/>
    <w:rsid w:val="00C03274"/>
    <w:rsid w:val="00C0382E"/>
    <w:rsid w:val="00C055D6"/>
    <w:rsid w:val="00C07574"/>
    <w:rsid w:val="00C10732"/>
    <w:rsid w:val="00C110B1"/>
    <w:rsid w:val="00C121E7"/>
    <w:rsid w:val="00C13188"/>
    <w:rsid w:val="00C164AC"/>
    <w:rsid w:val="00C22BBC"/>
    <w:rsid w:val="00C23141"/>
    <w:rsid w:val="00C240AB"/>
    <w:rsid w:val="00C26E0B"/>
    <w:rsid w:val="00C272DE"/>
    <w:rsid w:val="00C27AC6"/>
    <w:rsid w:val="00C27B6D"/>
    <w:rsid w:val="00C27CD2"/>
    <w:rsid w:val="00C309A1"/>
    <w:rsid w:val="00C3185D"/>
    <w:rsid w:val="00C31CB4"/>
    <w:rsid w:val="00C329DC"/>
    <w:rsid w:val="00C339C1"/>
    <w:rsid w:val="00C36CE0"/>
    <w:rsid w:val="00C371F8"/>
    <w:rsid w:val="00C373AF"/>
    <w:rsid w:val="00C421DC"/>
    <w:rsid w:val="00C42DD5"/>
    <w:rsid w:val="00C436CE"/>
    <w:rsid w:val="00C43A6C"/>
    <w:rsid w:val="00C44CE5"/>
    <w:rsid w:val="00C4725E"/>
    <w:rsid w:val="00C47C3E"/>
    <w:rsid w:val="00C50E44"/>
    <w:rsid w:val="00C511C0"/>
    <w:rsid w:val="00C51964"/>
    <w:rsid w:val="00C5621E"/>
    <w:rsid w:val="00C565EA"/>
    <w:rsid w:val="00C56D40"/>
    <w:rsid w:val="00C57A79"/>
    <w:rsid w:val="00C62BD3"/>
    <w:rsid w:val="00C63087"/>
    <w:rsid w:val="00C6431D"/>
    <w:rsid w:val="00C645B3"/>
    <w:rsid w:val="00C651FC"/>
    <w:rsid w:val="00C66338"/>
    <w:rsid w:val="00C664D9"/>
    <w:rsid w:val="00C70FB1"/>
    <w:rsid w:val="00C746F5"/>
    <w:rsid w:val="00C74913"/>
    <w:rsid w:val="00C74D02"/>
    <w:rsid w:val="00C767FB"/>
    <w:rsid w:val="00C77219"/>
    <w:rsid w:val="00C7728D"/>
    <w:rsid w:val="00C7760B"/>
    <w:rsid w:val="00C776A6"/>
    <w:rsid w:val="00C829CC"/>
    <w:rsid w:val="00C83375"/>
    <w:rsid w:val="00C83BA6"/>
    <w:rsid w:val="00C86F2B"/>
    <w:rsid w:val="00C872DE"/>
    <w:rsid w:val="00C87769"/>
    <w:rsid w:val="00C877CF"/>
    <w:rsid w:val="00C90056"/>
    <w:rsid w:val="00C9499E"/>
    <w:rsid w:val="00C94A3D"/>
    <w:rsid w:val="00C94D38"/>
    <w:rsid w:val="00C94FAD"/>
    <w:rsid w:val="00C96498"/>
    <w:rsid w:val="00C97D2E"/>
    <w:rsid w:val="00CA0B99"/>
    <w:rsid w:val="00CA0F07"/>
    <w:rsid w:val="00CA1DA3"/>
    <w:rsid w:val="00CA3B59"/>
    <w:rsid w:val="00CA4B81"/>
    <w:rsid w:val="00CA5016"/>
    <w:rsid w:val="00CA622E"/>
    <w:rsid w:val="00CB0095"/>
    <w:rsid w:val="00CB1656"/>
    <w:rsid w:val="00CB3AE4"/>
    <w:rsid w:val="00CB4F6C"/>
    <w:rsid w:val="00CB5FEB"/>
    <w:rsid w:val="00CC275C"/>
    <w:rsid w:val="00CC31D2"/>
    <w:rsid w:val="00CC3668"/>
    <w:rsid w:val="00CC5A60"/>
    <w:rsid w:val="00CC696F"/>
    <w:rsid w:val="00CD185A"/>
    <w:rsid w:val="00CD290A"/>
    <w:rsid w:val="00CD688C"/>
    <w:rsid w:val="00CE01BC"/>
    <w:rsid w:val="00CE0D4C"/>
    <w:rsid w:val="00CE1110"/>
    <w:rsid w:val="00CE1884"/>
    <w:rsid w:val="00CE2B7A"/>
    <w:rsid w:val="00CE3930"/>
    <w:rsid w:val="00CE453A"/>
    <w:rsid w:val="00CE59A6"/>
    <w:rsid w:val="00CE5A2D"/>
    <w:rsid w:val="00CE6B32"/>
    <w:rsid w:val="00CE7FC8"/>
    <w:rsid w:val="00CF022C"/>
    <w:rsid w:val="00CF25AA"/>
    <w:rsid w:val="00CF31E7"/>
    <w:rsid w:val="00CF39AF"/>
    <w:rsid w:val="00CF4398"/>
    <w:rsid w:val="00CF48C9"/>
    <w:rsid w:val="00CF6545"/>
    <w:rsid w:val="00CF66E1"/>
    <w:rsid w:val="00D0043D"/>
    <w:rsid w:val="00D0199B"/>
    <w:rsid w:val="00D02F2F"/>
    <w:rsid w:val="00D049BA"/>
    <w:rsid w:val="00D04A12"/>
    <w:rsid w:val="00D054B1"/>
    <w:rsid w:val="00D0585A"/>
    <w:rsid w:val="00D06BCA"/>
    <w:rsid w:val="00D06D5F"/>
    <w:rsid w:val="00D10287"/>
    <w:rsid w:val="00D11502"/>
    <w:rsid w:val="00D15083"/>
    <w:rsid w:val="00D1591E"/>
    <w:rsid w:val="00D173BF"/>
    <w:rsid w:val="00D175CF"/>
    <w:rsid w:val="00D17A3F"/>
    <w:rsid w:val="00D202EA"/>
    <w:rsid w:val="00D20315"/>
    <w:rsid w:val="00D20C8A"/>
    <w:rsid w:val="00D20E16"/>
    <w:rsid w:val="00D23206"/>
    <w:rsid w:val="00D23E44"/>
    <w:rsid w:val="00D242B6"/>
    <w:rsid w:val="00D316F1"/>
    <w:rsid w:val="00D338DF"/>
    <w:rsid w:val="00D339E4"/>
    <w:rsid w:val="00D33F1E"/>
    <w:rsid w:val="00D34C44"/>
    <w:rsid w:val="00D355EC"/>
    <w:rsid w:val="00D372D5"/>
    <w:rsid w:val="00D4028D"/>
    <w:rsid w:val="00D40BCD"/>
    <w:rsid w:val="00D41ED2"/>
    <w:rsid w:val="00D422F4"/>
    <w:rsid w:val="00D42AE2"/>
    <w:rsid w:val="00D44B89"/>
    <w:rsid w:val="00D51289"/>
    <w:rsid w:val="00D51DD5"/>
    <w:rsid w:val="00D52EF2"/>
    <w:rsid w:val="00D54A44"/>
    <w:rsid w:val="00D56368"/>
    <w:rsid w:val="00D5696F"/>
    <w:rsid w:val="00D56A32"/>
    <w:rsid w:val="00D5725F"/>
    <w:rsid w:val="00D60665"/>
    <w:rsid w:val="00D60B3A"/>
    <w:rsid w:val="00D63225"/>
    <w:rsid w:val="00D6383B"/>
    <w:rsid w:val="00D642D8"/>
    <w:rsid w:val="00D658B4"/>
    <w:rsid w:val="00D70F96"/>
    <w:rsid w:val="00D71752"/>
    <w:rsid w:val="00D73C58"/>
    <w:rsid w:val="00D7541F"/>
    <w:rsid w:val="00D7732C"/>
    <w:rsid w:val="00D80300"/>
    <w:rsid w:val="00D8263F"/>
    <w:rsid w:val="00D8303B"/>
    <w:rsid w:val="00D848F2"/>
    <w:rsid w:val="00D84E2C"/>
    <w:rsid w:val="00D86FDD"/>
    <w:rsid w:val="00D870C1"/>
    <w:rsid w:val="00D8798B"/>
    <w:rsid w:val="00D940B8"/>
    <w:rsid w:val="00D976D7"/>
    <w:rsid w:val="00DA0E67"/>
    <w:rsid w:val="00DA1AB2"/>
    <w:rsid w:val="00DA46CA"/>
    <w:rsid w:val="00DA52F9"/>
    <w:rsid w:val="00DA53AF"/>
    <w:rsid w:val="00DA75A0"/>
    <w:rsid w:val="00DA77DA"/>
    <w:rsid w:val="00DB147D"/>
    <w:rsid w:val="00DB1B0D"/>
    <w:rsid w:val="00DB4E99"/>
    <w:rsid w:val="00DB6215"/>
    <w:rsid w:val="00DB78D9"/>
    <w:rsid w:val="00DC009D"/>
    <w:rsid w:val="00DC398F"/>
    <w:rsid w:val="00DC4BD6"/>
    <w:rsid w:val="00DC53EE"/>
    <w:rsid w:val="00DC6A7D"/>
    <w:rsid w:val="00DD04CD"/>
    <w:rsid w:val="00DD1487"/>
    <w:rsid w:val="00DD149C"/>
    <w:rsid w:val="00DD1B6C"/>
    <w:rsid w:val="00DD257D"/>
    <w:rsid w:val="00DD2719"/>
    <w:rsid w:val="00DD3C21"/>
    <w:rsid w:val="00DD43FC"/>
    <w:rsid w:val="00DD76BF"/>
    <w:rsid w:val="00DD7E47"/>
    <w:rsid w:val="00DE07DE"/>
    <w:rsid w:val="00DE0A84"/>
    <w:rsid w:val="00DE3735"/>
    <w:rsid w:val="00DE471E"/>
    <w:rsid w:val="00DE5095"/>
    <w:rsid w:val="00DE73EE"/>
    <w:rsid w:val="00DE7A70"/>
    <w:rsid w:val="00DF133E"/>
    <w:rsid w:val="00DF1A19"/>
    <w:rsid w:val="00DF1B85"/>
    <w:rsid w:val="00DF256A"/>
    <w:rsid w:val="00DF2D00"/>
    <w:rsid w:val="00DF3856"/>
    <w:rsid w:val="00DF6DCD"/>
    <w:rsid w:val="00DF7633"/>
    <w:rsid w:val="00E0010F"/>
    <w:rsid w:val="00E00A74"/>
    <w:rsid w:val="00E02A90"/>
    <w:rsid w:val="00E03674"/>
    <w:rsid w:val="00E055D8"/>
    <w:rsid w:val="00E05732"/>
    <w:rsid w:val="00E068AB"/>
    <w:rsid w:val="00E06B24"/>
    <w:rsid w:val="00E06C21"/>
    <w:rsid w:val="00E11BAF"/>
    <w:rsid w:val="00E132AA"/>
    <w:rsid w:val="00E136EE"/>
    <w:rsid w:val="00E15E6D"/>
    <w:rsid w:val="00E209FE"/>
    <w:rsid w:val="00E2251B"/>
    <w:rsid w:val="00E22BC9"/>
    <w:rsid w:val="00E260EC"/>
    <w:rsid w:val="00E27A1D"/>
    <w:rsid w:val="00E30B06"/>
    <w:rsid w:val="00E3318F"/>
    <w:rsid w:val="00E35371"/>
    <w:rsid w:val="00E358C2"/>
    <w:rsid w:val="00E40DD1"/>
    <w:rsid w:val="00E4142D"/>
    <w:rsid w:val="00E4143F"/>
    <w:rsid w:val="00E4274F"/>
    <w:rsid w:val="00E4476E"/>
    <w:rsid w:val="00E44D0A"/>
    <w:rsid w:val="00E47D49"/>
    <w:rsid w:val="00E526C4"/>
    <w:rsid w:val="00E526D7"/>
    <w:rsid w:val="00E530D1"/>
    <w:rsid w:val="00E53617"/>
    <w:rsid w:val="00E555AF"/>
    <w:rsid w:val="00E563E2"/>
    <w:rsid w:val="00E603E2"/>
    <w:rsid w:val="00E608D3"/>
    <w:rsid w:val="00E628F2"/>
    <w:rsid w:val="00E63241"/>
    <w:rsid w:val="00E64A4B"/>
    <w:rsid w:val="00E6612B"/>
    <w:rsid w:val="00E6652C"/>
    <w:rsid w:val="00E67C01"/>
    <w:rsid w:val="00E70B69"/>
    <w:rsid w:val="00E70E65"/>
    <w:rsid w:val="00E71288"/>
    <w:rsid w:val="00E776DE"/>
    <w:rsid w:val="00E8180E"/>
    <w:rsid w:val="00E83E0B"/>
    <w:rsid w:val="00E84139"/>
    <w:rsid w:val="00E84192"/>
    <w:rsid w:val="00E84917"/>
    <w:rsid w:val="00E856F5"/>
    <w:rsid w:val="00E85C9E"/>
    <w:rsid w:val="00E8684B"/>
    <w:rsid w:val="00E87BA7"/>
    <w:rsid w:val="00E87CB1"/>
    <w:rsid w:val="00E91652"/>
    <w:rsid w:val="00E9334D"/>
    <w:rsid w:val="00E934E4"/>
    <w:rsid w:val="00E94383"/>
    <w:rsid w:val="00E96105"/>
    <w:rsid w:val="00EA03B0"/>
    <w:rsid w:val="00EA11E3"/>
    <w:rsid w:val="00EA19B5"/>
    <w:rsid w:val="00EA531C"/>
    <w:rsid w:val="00EA62C3"/>
    <w:rsid w:val="00EA7969"/>
    <w:rsid w:val="00EB0B96"/>
    <w:rsid w:val="00EB45A3"/>
    <w:rsid w:val="00EB5DE2"/>
    <w:rsid w:val="00EC0379"/>
    <w:rsid w:val="00EC103A"/>
    <w:rsid w:val="00EC13CA"/>
    <w:rsid w:val="00EC5A94"/>
    <w:rsid w:val="00EC63A0"/>
    <w:rsid w:val="00EC75C0"/>
    <w:rsid w:val="00ED14AA"/>
    <w:rsid w:val="00ED1A1C"/>
    <w:rsid w:val="00ED1DF0"/>
    <w:rsid w:val="00ED3193"/>
    <w:rsid w:val="00ED319F"/>
    <w:rsid w:val="00ED4405"/>
    <w:rsid w:val="00ED63D3"/>
    <w:rsid w:val="00EE01EB"/>
    <w:rsid w:val="00EE09E4"/>
    <w:rsid w:val="00EE1BE0"/>
    <w:rsid w:val="00EE37F1"/>
    <w:rsid w:val="00EF0245"/>
    <w:rsid w:val="00EF064C"/>
    <w:rsid w:val="00EF30D1"/>
    <w:rsid w:val="00EF4593"/>
    <w:rsid w:val="00EF6933"/>
    <w:rsid w:val="00EF6B53"/>
    <w:rsid w:val="00EF7259"/>
    <w:rsid w:val="00F0289E"/>
    <w:rsid w:val="00F02EE2"/>
    <w:rsid w:val="00F04A0B"/>
    <w:rsid w:val="00F05099"/>
    <w:rsid w:val="00F05473"/>
    <w:rsid w:val="00F125B3"/>
    <w:rsid w:val="00F1308C"/>
    <w:rsid w:val="00F14DBE"/>
    <w:rsid w:val="00F150D0"/>
    <w:rsid w:val="00F16313"/>
    <w:rsid w:val="00F20E65"/>
    <w:rsid w:val="00F22D00"/>
    <w:rsid w:val="00F22F0A"/>
    <w:rsid w:val="00F25E39"/>
    <w:rsid w:val="00F267BD"/>
    <w:rsid w:val="00F26BB6"/>
    <w:rsid w:val="00F27F11"/>
    <w:rsid w:val="00F31267"/>
    <w:rsid w:val="00F319F7"/>
    <w:rsid w:val="00F31D4E"/>
    <w:rsid w:val="00F321A1"/>
    <w:rsid w:val="00F337F8"/>
    <w:rsid w:val="00F34643"/>
    <w:rsid w:val="00F35692"/>
    <w:rsid w:val="00F3754E"/>
    <w:rsid w:val="00F454E5"/>
    <w:rsid w:val="00F468A3"/>
    <w:rsid w:val="00F548BD"/>
    <w:rsid w:val="00F5647F"/>
    <w:rsid w:val="00F572CA"/>
    <w:rsid w:val="00F57CCA"/>
    <w:rsid w:val="00F607F3"/>
    <w:rsid w:val="00F61C03"/>
    <w:rsid w:val="00F6222C"/>
    <w:rsid w:val="00F6223D"/>
    <w:rsid w:val="00F6325B"/>
    <w:rsid w:val="00F63486"/>
    <w:rsid w:val="00F65B12"/>
    <w:rsid w:val="00F666F3"/>
    <w:rsid w:val="00F66E51"/>
    <w:rsid w:val="00F670D4"/>
    <w:rsid w:val="00F726DD"/>
    <w:rsid w:val="00F75B79"/>
    <w:rsid w:val="00F75F68"/>
    <w:rsid w:val="00F7621F"/>
    <w:rsid w:val="00F7743F"/>
    <w:rsid w:val="00F804AC"/>
    <w:rsid w:val="00F819E9"/>
    <w:rsid w:val="00F82972"/>
    <w:rsid w:val="00F83178"/>
    <w:rsid w:val="00F84A85"/>
    <w:rsid w:val="00F90738"/>
    <w:rsid w:val="00F9113A"/>
    <w:rsid w:val="00F916D9"/>
    <w:rsid w:val="00F91D91"/>
    <w:rsid w:val="00F92D06"/>
    <w:rsid w:val="00F941D5"/>
    <w:rsid w:val="00F94AE7"/>
    <w:rsid w:val="00F94C45"/>
    <w:rsid w:val="00F94C93"/>
    <w:rsid w:val="00FA36A4"/>
    <w:rsid w:val="00FA3BAB"/>
    <w:rsid w:val="00FA5909"/>
    <w:rsid w:val="00FA6236"/>
    <w:rsid w:val="00FA6250"/>
    <w:rsid w:val="00FA6E49"/>
    <w:rsid w:val="00FB041B"/>
    <w:rsid w:val="00FB17E8"/>
    <w:rsid w:val="00FB3021"/>
    <w:rsid w:val="00FB4C83"/>
    <w:rsid w:val="00FB7692"/>
    <w:rsid w:val="00FC05F1"/>
    <w:rsid w:val="00FC6880"/>
    <w:rsid w:val="00FC7E32"/>
    <w:rsid w:val="00FD0499"/>
    <w:rsid w:val="00FD16F6"/>
    <w:rsid w:val="00FD1BA8"/>
    <w:rsid w:val="00FD2185"/>
    <w:rsid w:val="00FD2763"/>
    <w:rsid w:val="00FD2931"/>
    <w:rsid w:val="00FD5956"/>
    <w:rsid w:val="00FD623D"/>
    <w:rsid w:val="00FD763F"/>
    <w:rsid w:val="00FE00BA"/>
    <w:rsid w:val="00FE0C88"/>
    <w:rsid w:val="00FE14C3"/>
    <w:rsid w:val="00FE1A6F"/>
    <w:rsid w:val="00FE2257"/>
    <w:rsid w:val="00FE2F08"/>
    <w:rsid w:val="00FE39A3"/>
    <w:rsid w:val="00FE3FAC"/>
    <w:rsid w:val="00FE45A0"/>
    <w:rsid w:val="00FE6C43"/>
    <w:rsid w:val="00FF077F"/>
    <w:rsid w:val="00FF2E19"/>
    <w:rsid w:val="00FF3D5D"/>
    <w:rsid w:val="00FF4B28"/>
    <w:rsid w:val="00FF6255"/>
    <w:rsid w:val="00FF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6D7C61"/>
  <w15:docId w15:val="{71CF1E91-0C45-4FD4-B9D6-E6F9F4B6E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D7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41ED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8A41ED"/>
    <w:rPr>
      <w:rFonts w:ascii="Calibri" w:eastAsia="Calibri" w:hAnsi="Calibri" w:cs="Times New Roman"/>
      <w:sz w:val="20"/>
      <w:szCs w:val="20"/>
      <w:lang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DA2"/>
    <w:rPr>
      <w:rFonts w:ascii="Segoe UI" w:eastAsia="Calibr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13F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3F7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4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22</cp:revision>
  <cp:lastPrinted>2024-01-17T09:04:00Z</cp:lastPrinted>
  <dcterms:created xsi:type="dcterms:W3CDTF">2020-11-17T09:58:00Z</dcterms:created>
  <dcterms:modified xsi:type="dcterms:W3CDTF">2025-02-26T08:13:00Z</dcterms:modified>
</cp:coreProperties>
</file>