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8C275" w14:textId="5948E593" w:rsidR="00E2602A" w:rsidRPr="002E011B" w:rsidRDefault="00E2602A" w:rsidP="00E2602A">
      <w:pPr>
        <w:pStyle w:val="Header"/>
        <w:jc w:val="right"/>
        <w:rPr>
          <w:b/>
          <w:sz w:val="18"/>
          <w:szCs w:val="18"/>
        </w:rPr>
      </w:pPr>
      <w:bookmarkStart w:id="0" w:name="_GoBack"/>
      <w:proofErr w:type="spellStart"/>
      <w:r w:rsidRPr="00CA7E69">
        <w:rPr>
          <w:bCs/>
        </w:rPr>
        <w:t>Anexa</w:t>
      </w:r>
      <w:proofErr w:type="spellEnd"/>
      <w:r w:rsidRPr="00CA7E69">
        <w:rPr>
          <w:bCs/>
        </w:rPr>
        <w:t xml:space="preserve"> </w:t>
      </w:r>
      <w:r>
        <w:rPr>
          <w:bCs/>
          <w:lang w:val="ro-RO"/>
        </w:rPr>
        <w:t>1</w:t>
      </w:r>
      <w:r>
        <w:rPr>
          <w:bCs/>
          <w:lang w:val="ro-RO"/>
        </w:rPr>
        <w:t>2</w:t>
      </w:r>
      <w:r w:rsidRPr="00CA7E69">
        <w:rPr>
          <w:bCs/>
          <w:lang w:val="ro-RO"/>
        </w:rPr>
        <w:t xml:space="preserve"> - </w:t>
      </w:r>
      <w:r w:rsidRPr="00F31CE9">
        <w:rPr>
          <w:sz w:val="18"/>
        </w:rPr>
        <w:t>Cod</w:t>
      </w:r>
      <w:r>
        <w:rPr>
          <w:sz w:val="18"/>
        </w:rPr>
        <w:t xml:space="preserve">: </w:t>
      </w:r>
      <w:r w:rsidRPr="00510582">
        <w:rPr>
          <w:sz w:val="18"/>
          <w:szCs w:val="18"/>
        </w:rPr>
        <w:t xml:space="preserve">UMFVBT – MET/DRU/6/2024 - </w:t>
      </w:r>
      <w:r>
        <w:rPr>
          <w:sz w:val="18"/>
          <w:szCs w:val="18"/>
        </w:rPr>
        <w:t>1</w:t>
      </w:r>
      <w:r>
        <w:rPr>
          <w:sz w:val="18"/>
          <w:szCs w:val="18"/>
        </w:rPr>
        <w:t>2</w:t>
      </w:r>
    </w:p>
    <w:p w14:paraId="6D9981FB" w14:textId="77777777" w:rsidR="00E2602A" w:rsidRDefault="00E2602A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AE17CC" w14:textId="5C9C2738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 xml:space="preserve">RÂREA </w:t>
      </w:r>
    </w:p>
    <w:p w14:paraId="768B5539" w14:textId="0DAE96A9" w:rsidR="001461A6" w:rsidRP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>
        <w:rPr>
          <w:b/>
          <w:sz w:val="24"/>
          <w:szCs w:val="32"/>
          <w:lang w:val="ro-RO"/>
        </w:rPr>
        <w:t>__________________________________</w:t>
      </w:r>
    </w:p>
    <w:p w14:paraId="4010A271" w14:textId="5934B1E0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5598BCA2" w14:textId="155847BD" w:rsidR="00F57F5E" w:rsidRPr="00F57F5E" w:rsidRDefault="00F57F5E" w:rsidP="00F57F5E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14:paraId="3901329B" w14:textId="7DFF48A2" w:rsidR="00F57F5E" w:rsidRDefault="00F57F5E" w:rsidP="00F57F5E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14:paraId="1CD7A97A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temeiul:</w:t>
      </w:r>
    </w:p>
    <w:p w14:paraId="02DB62E1" w14:textId="77992558" w:rsidR="00F57F5E" w:rsidRPr="00F57F5E" w:rsidRDefault="00F57F5E" w:rsidP="00F57F5E">
      <w:pPr>
        <w:pStyle w:val="ListParagraph"/>
        <w:widowControl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 xml:space="preserve">Legii învățământului superior nr. 199/2023, cu modificările </w:t>
      </w:r>
      <w:r>
        <w:rPr>
          <w:sz w:val="24"/>
          <w:szCs w:val="24"/>
          <w:lang w:val="ro-RO"/>
        </w:rPr>
        <w:t xml:space="preserve">și completările </w:t>
      </w:r>
      <w:r w:rsidRPr="00F57F5E">
        <w:rPr>
          <w:sz w:val="24"/>
          <w:szCs w:val="24"/>
          <w:lang w:val="ro-RO"/>
        </w:rPr>
        <w:t xml:space="preserve">ulterioare; </w:t>
      </w:r>
    </w:p>
    <w:p w14:paraId="4592775F" w14:textId="1781E468" w:rsidR="00F57F5E" w:rsidRPr="00F57F5E" w:rsidRDefault="00F57F5E" w:rsidP="00F57F5E">
      <w:pPr>
        <w:pStyle w:val="ListParagraph"/>
        <w:widowControl/>
        <w:numPr>
          <w:ilvl w:val="0"/>
          <w:numId w:val="3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Cartei Universității de Medicină și Farmacie „Victor Babeș” din Timișoara,</w:t>
      </w:r>
    </w:p>
    <w:p w14:paraId="0D890FF8" w14:textId="77777777" w:rsidR="00F57F5E" w:rsidRPr="00F57F5E" w:rsidRDefault="00F57F5E" w:rsidP="00F57F5E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14:paraId="0E54596E" w14:textId="5B3B319D" w:rsidR="00F57F5E" w:rsidRDefault="00CC59E3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>epartamentului</w:t>
      </w:r>
      <w:r w:rsidR="00F57F5E" w:rsidRPr="00F57F5E">
        <w:rPr>
          <w:b/>
          <w:sz w:val="24"/>
          <w:szCs w:val="32"/>
          <w:lang w:val="ro-RO"/>
        </w:rPr>
        <w:t xml:space="preserve"> </w:t>
      </w:r>
      <w:r w:rsidR="00F57F5E">
        <w:rPr>
          <w:b/>
          <w:sz w:val="24"/>
          <w:szCs w:val="32"/>
          <w:lang w:val="ro-RO"/>
        </w:rPr>
        <w:t xml:space="preserve">__________________________ </w:t>
      </w:r>
    </w:p>
    <w:p w14:paraId="217A8AF2" w14:textId="77777777" w:rsidR="00EE0487" w:rsidRDefault="00EE0487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14:paraId="1405EC7F" w14:textId="567A00B9" w:rsidR="00F57F5E" w:rsidRDefault="00F57F5E" w:rsidP="00F57F5E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14:paraId="43583ED0" w14:textId="493A8F7D" w:rsidR="00BB28BF" w:rsidRDefault="00BB28BF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69F8540" w14:textId="63118CC2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1. </w:t>
      </w:r>
    </w:p>
    <w:p w14:paraId="35E35BFD" w14:textId="68899CBB" w:rsidR="001461A6" w:rsidRPr="00F57F5E" w:rsidRDefault="00F57F5E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propunerile de scoatere la concurs </w:t>
      </w:r>
      <w:r w:rsidR="00B06881">
        <w:rPr>
          <w:sz w:val="24"/>
          <w:szCs w:val="28"/>
          <w:lang w:val="ro-RO"/>
        </w:rPr>
        <w:t xml:space="preserve">pe perioadă determinată </w:t>
      </w:r>
      <w:r>
        <w:rPr>
          <w:sz w:val="24"/>
          <w:szCs w:val="28"/>
          <w:lang w:val="ro-RO"/>
        </w:rPr>
        <w:t xml:space="preserve">a posturilor didactice vacante </w:t>
      </w:r>
      <w:r w:rsidR="00B06881">
        <w:rPr>
          <w:sz w:val="24"/>
          <w:szCs w:val="28"/>
          <w:lang w:val="ro-RO"/>
        </w:rPr>
        <w:t xml:space="preserve">de asistent universitar </w:t>
      </w:r>
      <w:r>
        <w:rPr>
          <w:sz w:val="24"/>
          <w:szCs w:val="28"/>
          <w:lang w:val="ro-RO"/>
        </w:rPr>
        <w:t>aferente semestrului _______, anul universitar____________, după cum urmează:</w:t>
      </w:r>
    </w:p>
    <w:p w14:paraId="6261A9E4" w14:textId="2F0E4DCB" w:rsidR="001461A6" w:rsidRPr="00F57F5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F57F5E" w14:paraId="70A72F50" w14:textId="77777777" w:rsidTr="00040EE4">
        <w:tc>
          <w:tcPr>
            <w:tcW w:w="2335" w:type="dxa"/>
            <w:vAlign w:val="center"/>
          </w:tcPr>
          <w:p w14:paraId="57BF73C8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  <w:vAlign w:val="center"/>
          </w:tcPr>
          <w:p w14:paraId="66C9A555" w14:textId="77777777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  <w:vAlign w:val="center"/>
          </w:tcPr>
          <w:p w14:paraId="60D89A60" w14:textId="736C73C8" w:rsidR="001461A6" w:rsidRPr="00F57F5E" w:rsidRDefault="001461A6" w:rsidP="00205255">
            <w:pPr>
              <w:jc w:val="center"/>
              <w:rPr>
                <w:b/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b/>
                <w:color w:val="181818"/>
                <w:sz w:val="24"/>
                <w:szCs w:val="28"/>
                <w:lang w:val="ro-RO"/>
              </w:rPr>
              <w:t>Disciplinele</w:t>
            </w:r>
            <w:r w:rsidR="00BB28BF" w:rsidRPr="00F57F5E">
              <w:rPr>
                <w:b/>
                <w:color w:val="181818"/>
                <w:sz w:val="24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F57F5E" w14:paraId="4890A1D5" w14:textId="77777777" w:rsidTr="00040EE4">
        <w:trPr>
          <w:trHeight w:val="917"/>
        </w:trPr>
        <w:tc>
          <w:tcPr>
            <w:tcW w:w="2335" w:type="dxa"/>
            <w:vAlign w:val="center"/>
          </w:tcPr>
          <w:p w14:paraId="58CEF31E" w14:textId="77777777" w:rsidR="001461A6" w:rsidRPr="00F57F5E" w:rsidRDefault="001461A6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1651A4D6" w14:textId="1A636D7F" w:rsidR="001461A6" w:rsidRPr="00F57F5E" w:rsidRDefault="001461A6" w:rsidP="00BB28BF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 xml:space="preserve">Poziția </w:t>
            </w:r>
            <w:r w:rsidR="00BB28BF" w:rsidRPr="00F57F5E">
              <w:rPr>
                <w:color w:val="181818"/>
                <w:sz w:val="24"/>
                <w:szCs w:val="28"/>
                <w:lang w:val="ro-RO"/>
              </w:rPr>
              <w:t>____</w:t>
            </w:r>
          </w:p>
        </w:tc>
        <w:tc>
          <w:tcPr>
            <w:tcW w:w="5205" w:type="dxa"/>
            <w:vAlign w:val="center"/>
          </w:tcPr>
          <w:p w14:paraId="552D5E89" w14:textId="16B1CA93" w:rsidR="001461A6" w:rsidRPr="00F57F5E" w:rsidRDefault="00BB28BF" w:rsidP="00205255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…..</w:t>
            </w:r>
          </w:p>
        </w:tc>
      </w:tr>
      <w:tr w:rsidR="00B06881" w:rsidRPr="00F57F5E" w14:paraId="764C1C13" w14:textId="77777777" w:rsidTr="00040EE4">
        <w:trPr>
          <w:trHeight w:val="728"/>
        </w:trPr>
        <w:tc>
          <w:tcPr>
            <w:tcW w:w="2335" w:type="dxa"/>
            <w:vAlign w:val="center"/>
          </w:tcPr>
          <w:p w14:paraId="6F9D5014" w14:textId="66B1975B" w:rsidR="00B06881" w:rsidRPr="00F57F5E" w:rsidRDefault="00B06881" w:rsidP="00B06881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0115F818" w14:textId="49F59AA8" w:rsidR="00B06881" w:rsidRPr="00F57F5E" w:rsidRDefault="00B06881" w:rsidP="00B06881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5205" w:type="dxa"/>
            <w:vAlign w:val="center"/>
          </w:tcPr>
          <w:p w14:paraId="42DB68B1" w14:textId="3A1450BB" w:rsidR="00B06881" w:rsidRPr="00F57F5E" w:rsidRDefault="00B06881" w:rsidP="00B06881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  <w:tr w:rsidR="00B06881" w:rsidRPr="00F57F5E" w14:paraId="7928E07B" w14:textId="77777777" w:rsidTr="00040EE4">
        <w:trPr>
          <w:trHeight w:val="1052"/>
        </w:trPr>
        <w:tc>
          <w:tcPr>
            <w:tcW w:w="2335" w:type="dxa"/>
            <w:vAlign w:val="center"/>
          </w:tcPr>
          <w:p w14:paraId="60DDFF09" w14:textId="2DDFF9FD" w:rsidR="00B06881" w:rsidRPr="00F57F5E" w:rsidRDefault="00B06881" w:rsidP="00B06881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Asistent universitar</w:t>
            </w:r>
          </w:p>
        </w:tc>
        <w:tc>
          <w:tcPr>
            <w:tcW w:w="2196" w:type="dxa"/>
            <w:vAlign w:val="center"/>
          </w:tcPr>
          <w:p w14:paraId="218537AE" w14:textId="048637DB" w:rsidR="00B06881" w:rsidRPr="00F57F5E" w:rsidRDefault="00B06881" w:rsidP="001D4EA3">
            <w:pPr>
              <w:jc w:val="center"/>
              <w:rPr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Poziția ____</w:t>
            </w:r>
          </w:p>
        </w:tc>
        <w:tc>
          <w:tcPr>
            <w:tcW w:w="5205" w:type="dxa"/>
            <w:vAlign w:val="center"/>
          </w:tcPr>
          <w:p w14:paraId="3FCEBCAC" w14:textId="51057D2C" w:rsidR="00B06881" w:rsidRPr="00F57F5E" w:rsidRDefault="00B06881" w:rsidP="00B06881">
            <w:pPr>
              <w:jc w:val="center"/>
              <w:rPr>
                <w:color w:val="181818"/>
                <w:sz w:val="24"/>
                <w:szCs w:val="28"/>
                <w:lang w:val="ro-RO"/>
              </w:rPr>
            </w:pPr>
            <w:r w:rsidRPr="00F57F5E">
              <w:rPr>
                <w:color w:val="181818"/>
                <w:sz w:val="24"/>
                <w:szCs w:val="28"/>
                <w:lang w:val="ro-RO"/>
              </w:rPr>
              <w:t>…….</w:t>
            </w:r>
          </w:p>
        </w:tc>
      </w:tr>
    </w:tbl>
    <w:p w14:paraId="73D3F6FC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50D1E36D" w14:textId="12139158" w:rsidR="00F57F5E" w:rsidRPr="00F57F5E" w:rsidRDefault="00F57F5E" w:rsidP="00F57F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b/>
          <w:sz w:val="24"/>
          <w:szCs w:val="28"/>
          <w:lang w:val="ro-RO"/>
        </w:rPr>
      </w:pPr>
      <w:r w:rsidRPr="00F57F5E">
        <w:rPr>
          <w:b/>
          <w:sz w:val="24"/>
          <w:szCs w:val="28"/>
          <w:lang w:val="ro-RO"/>
        </w:rPr>
        <w:t xml:space="preserve">Art. </w:t>
      </w:r>
      <w:r>
        <w:rPr>
          <w:b/>
          <w:sz w:val="24"/>
          <w:szCs w:val="28"/>
          <w:lang w:val="ro-RO"/>
        </w:rPr>
        <w:t>2</w:t>
      </w:r>
      <w:r w:rsidRPr="00F57F5E">
        <w:rPr>
          <w:b/>
          <w:sz w:val="24"/>
          <w:szCs w:val="28"/>
          <w:lang w:val="ro-RO"/>
        </w:rPr>
        <w:t xml:space="preserve">. </w:t>
      </w:r>
    </w:p>
    <w:p w14:paraId="7B0A11C7" w14:textId="24A5910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>
        <w:rPr>
          <w:sz w:val="24"/>
          <w:szCs w:val="28"/>
          <w:lang w:val="ro-RO"/>
        </w:rPr>
        <w:t xml:space="preserve">Se avizează favorabil Referatul privind propunerea de scoatere la concurs </w:t>
      </w:r>
      <w:r w:rsidR="00B06881">
        <w:rPr>
          <w:sz w:val="24"/>
          <w:szCs w:val="28"/>
          <w:lang w:val="ro-RO"/>
        </w:rPr>
        <w:t xml:space="preserve">pe perioadă determinată </w:t>
      </w:r>
      <w:r>
        <w:rPr>
          <w:sz w:val="24"/>
          <w:szCs w:val="28"/>
          <w:lang w:val="ro-RO"/>
        </w:rPr>
        <w:t xml:space="preserve">a posturilor didactice vacante </w:t>
      </w:r>
      <w:r w:rsidR="00B06881">
        <w:rPr>
          <w:sz w:val="24"/>
          <w:szCs w:val="28"/>
          <w:lang w:val="ro-RO"/>
        </w:rPr>
        <w:t xml:space="preserve">de asistent universitar din cadrul </w:t>
      </w:r>
      <w:r>
        <w:rPr>
          <w:sz w:val="24"/>
          <w:szCs w:val="28"/>
          <w:lang w:val="ro-RO"/>
        </w:rPr>
        <w:t>Departamentului __________________ din cadrul Facultății de _______________, prevăzut în anexă la prezenta hotărâre.</w:t>
      </w:r>
    </w:p>
    <w:p w14:paraId="0B518227" w14:textId="50FACDBC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40B38EA5" w14:textId="3C1A71BC" w:rsidR="00F57F5E" w:rsidRPr="00CC59E3" w:rsidRDefault="00F57F5E" w:rsidP="00F57F5E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CC59E3">
        <w:rPr>
          <w:b/>
          <w:sz w:val="24"/>
          <w:szCs w:val="28"/>
          <w:lang w:val="ro-RO"/>
        </w:rPr>
        <w:t>Art. 3.</w:t>
      </w:r>
    </w:p>
    <w:p w14:paraId="5D8A09B2" w14:textId="51FAA2ED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Prezenta hotărâre se comunică, spre luare la cunoștință și aducere la îndeplinire, la:</w:t>
      </w:r>
      <w:r w:rsidR="00CC59E3">
        <w:rPr>
          <w:sz w:val="24"/>
          <w:szCs w:val="28"/>
          <w:lang w:val="ro-RO"/>
        </w:rPr>
        <w:t xml:space="preserve"> Conducerea Facultății de  _____________ și Direcția Resurse Umane.</w:t>
      </w:r>
    </w:p>
    <w:p w14:paraId="09B3C67A" w14:textId="77777777" w:rsidR="00F57F5E" w:rsidRDefault="00F57F5E" w:rsidP="00F57F5E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26996CF2" w14:textId="4C58E771" w:rsidR="00205255" w:rsidRPr="00F57F5E" w:rsidRDefault="00205255" w:rsidP="00F57F5E">
      <w:pPr>
        <w:widowControl/>
        <w:autoSpaceDE/>
        <w:autoSpaceDN/>
        <w:adjustRightInd/>
        <w:ind w:left="7920" w:firstLine="720"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Semnătură</w:t>
      </w:r>
    </w:p>
    <w:p w14:paraId="6A7615D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4F306A0A" w14:textId="707BE42F" w:rsidR="00205255" w:rsidRPr="00F57F5E" w:rsidRDefault="00205255" w:rsidP="00205255">
      <w:pPr>
        <w:widowControl/>
        <w:autoSpaceDE/>
        <w:autoSpaceDN/>
        <w:adjustRightInd/>
        <w:rPr>
          <w:b/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Director de departament</w:t>
      </w:r>
      <w:r w:rsidRPr="00F57F5E">
        <w:rPr>
          <w:sz w:val="24"/>
          <w:szCs w:val="28"/>
          <w:lang w:val="ro-RO"/>
        </w:rPr>
        <w:tab/>
      </w:r>
      <w:r w:rsidR="007A3476" w:rsidRPr="00F57F5E">
        <w:rPr>
          <w:b/>
          <w:color w:val="000000"/>
          <w:sz w:val="24"/>
          <w:szCs w:val="28"/>
          <w:lang w:val="ro-RO"/>
        </w:rPr>
        <w:t>_________________________________</w:t>
      </w:r>
    </w:p>
    <w:p w14:paraId="0F60DD6C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21B3F45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503323D" w14:textId="031DB8E9" w:rsidR="00205255" w:rsidRPr="00F57F5E" w:rsidRDefault="00205255" w:rsidP="00205255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="00BB28BF" w:rsidRPr="00F57F5E">
        <w:rPr>
          <w:b/>
          <w:sz w:val="24"/>
          <w:szCs w:val="28"/>
          <w:lang w:val="ro-RO"/>
        </w:rPr>
        <w:t>____________________________</w:t>
      </w:r>
    </w:p>
    <w:p w14:paraId="56AB0B1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15D2FF60" w14:textId="77777777" w:rsidR="00040EE4" w:rsidRDefault="00040EE4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</w:p>
    <w:p w14:paraId="379FC2D9" w14:textId="7DF4078F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0A61A2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3F458502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sz w:val="24"/>
          <w:szCs w:val="28"/>
          <w:lang w:val="ro-RO"/>
        </w:rPr>
      </w:pPr>
    </w:p>
    <w:p w14:paraId="0702DC92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4DC2B15E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4F722B63" w14:textId="77777777" w:rsidR="00205255" w:rsidRPr="00F57F5E" w:rsidRDefault="00205255" w:rsidP="00205255">
      <w:pPr>
        <w:widowControl/>
        <w:autoSpaceDE/>
        <w:autoSpaceDN/>
        <w:adjustRightInd/>
        <w:ind w:firstLine="360"/>
        <w:rPr>
          <w:b/>
          <w:sz w:val="24"/>
          <w:szCs w:val="28"/>
          <w:lang w:val="ro-RO"/>
        </w:rPr>
      </w:pPr>
    </w:p>
    <w:p w14:paraId="13D4896F" w14:textId="77777777" w:rsidR="00BB28BF" w:rsidRPr="00F57F5E" w:rsidRDefault="00BB28BF" w:rsidP="00BB28BF">
      <w:pPr>
        <w:widowControl/>
        <w:autoSpaceDE/>
        <w:autoSpaceDN/>
        <w:adjustRightInd/>
        <w:rPr>
          <w:sz w:val="24"/>
          <w:szCs w:val="28"/>
          <w:lang w:val="ro-RO"/>
        </w:rPr>
      </w:pPr>
      <w:r w:rsidRPr="00F57F5E">
        <w:rPr>
          <w:sz w:val="24"/>
          <w:szCs w:val="28"/>
          <w:lang w:val="ro-RO"/>
        </w:rPr>
        <w:t>Membru</w:t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sz w:val="24"/>
          <w:szCs w:val="28"/>
          <w:lang w:val="ro-RO"/>
        </w:rPr>
        <w:tab/>
      </w:r>
      <w:r w:rsidRPr="00F57F5E">
        <w:rPr>
          <w:b/>
          <w:sz w:val="24"/>
          <w:szCs w:val="28"/>
          <w:lang w:val="ro-RO"/>
        </w:rPr>
        <w:t>____________________________</w:t>
      </w:r>
    </w:p>
    <w:p w14:paraId="2917AE9D" w14:textId="26C4957E" w:rsidR="00205255" w:rsidRPr="00F57F5E" w:rsidRDefault="00205255">
      <w:pPr>
        <w:rPr>
          <w:sz w:val="18"/>
        </w:rPr>
      </w:pPr>
    </w:p>
    <w:p w14:paraId="5EA7CF0D" w14:textId="66BEFC1D" w:rsidR="005C0C6E" w:rsidRPr="00F57F5E" w:rsidRDefault="005C0C6E">
      <w:pPr>
        <w:rPr>
          <w:sz w:val="18"/>
        </w:rPr>
      </w:pPr>
    </w:p>
    <w:bookmarkEnd w:id="0"/>
    <w:p w14:paraId="47DACEEF" w14:textId="77777777" w:rsidR="005C0C6E" w:rsidRPr="00F57F5E" w:rsidRDefault="005C0C6E">
      <w:pPr>
        <w:rPr>
          <w:sz w:val="18"/>
        </w:rPr>
      </w:pPr>
    </w:p>
    <w:sectPr w:rsidR="005C0C6E" w:rsidRPr="00F57F5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AEAB0" w14:textId="77777777" w:rsidR="00E8144F" w:rsidRDefault="00E8144F" w:rsidP="00D2536B">
      <w:r>
        <w:separator/>
      </w:r>
    </w:p>
  </w:endnote>
  <w:endnote w:type="continuationSeparator" w:id="0">
    <w:p w14:paraId="1D0F7158" w14:textId="77777777" w:rsidR="00E8144F" w:rsidRDefault="00E8144F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6472C" w14:textId="77777777" w:rsidR="00E8144F" w:rsidRDefault="00E8144F" w:rsidP="00D2536B">
      <w:r>
        <w:separator/>
      </w:r>
    </w:p>
  </w:footnote>
  <w:footnote w:type="continuationSeparator" w:id="0">
    <w:p w14:paraId="10D94F10" w14:textId="77777777" w:rsidR="00E8144F" w:rsidRDefault="00E8144F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3E2110B9">
          <wp:simplePos x="0" y="0"/>
          <wp:positionH relativeFrom="page">
            <wp:posOffset>2428875</wp:posOffset>
          </wp:positionH>
          <wp:positionV relativeFrom="paragraph">
            <wp:posOffset>-323850</wp:posOffset>
          </wp:positionV>
          <wp:extent cx="2295525" cy="600075"/>
          <wp:effectExtent l="0" t="0" r="9525" b="9525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38645DE8" w:rsidR="00205255" w:rsidRDefault="00F57F5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24B52A96">
          <wp:simplePos x="0" y="0"/>
          <wp:positionH relativeFrom="column">
            <wp:posOffset>753745</wp:posOffset>
          </wp:positionH>
          <wp:positionV relativeFrom="paragraph">
            <wp:posOffset>125730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1BAE565B" w:rsidR="00205255" w:rsidRPr="00D2536B" w:rsidRDefault="00205255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203DB"/>
    <w:rsid w:val="00040EE4"/>
    <w:rsid w:val="00050A2F"/>
    <w:rsid w:val="001461A6"/>
    <w:rsid w:val="001875D4"/>
    <w:rsid w:val="001D4EA3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5993"/>
    <w:rsid w:val="004915CF"/>
    <w:rsid w:val="004A5472"/>
    <w:rsid w:val="004D7E7E"/>
    <w:rsid w:val="005102B0"/>
    <w:rsid w:val="00531846"/>
    <w:rsid w:val="005A4B1E"/>
    <w:rsid w:val="005C0C6E"/>
    <w:rsid w:val="0060211A"/>
    <w:rsid w:val="00603FDF"/>
    <w:rsid w:val="00622C2F"/>
    <w:rsid w:val="00631F67"/>
    <w:rsid w:val="0065118D"/>
    <w:rsid w:val="00685BF9"/>
    <w:rsid w:val="006940D7"/>
    <w:rsid w:val="00696A22"/>
    <w:rsid w:val="006A1CA7"/>
    <w:rsid w:val="00721FD4"/>
    <w:rsid w:val="00756E23"/>
    <w:rsid w:val="007930D6"/>
    <w:rsid w:val="007A3476"/>
    <w:rsid w:val="007B29A5"/>
    <w:rsid w:val="007E1174"/>
    <w:rsid w:val="00806446"/>
    <w:rsid w:val="00874B53"/>
    <w:rsid w:val="00891115"/>
    <w:rsid w:val="008C7E40"/>
    <w:rsid w:val="00903991"/>
    <w:rsid w:val="009537C9"/>
    <w:rsid w:val="009669B9"/>
    <w:rsid w:val="0098380A"/>
    <w:rsid w:val="009B14B8"/>
    <w:rsid w:val="009B6E45"/>
    <w:rsid w:val="009F4B93"/>
    <w:rsid w:val="00AB1260"/>
    <w:rsid w:val="00AE5FD9"/>
    <w:rsid w:val="00AF4779"/>
    <w:rsid w:val="00B06881"/>
    <w:rsid w:val="00B509CE"/>
    <w:rsid w:val="00B8495B"/>
    <w:rsid w:val="00BB28BF"/>
    <w:rsid w:val="00BE5CBF"/>
    <w:rsid w:val="00C024FC"/>
    <w:rsid w:val="00C606D5"/>
    <w:rsid w:val="00C82C73"/>
    <w:rsid w:val="00CC59E3"/>
    <w:rsid w:val="00D07E73"/>
    <w:rsid w:val="00D2536B"/>
    <w:rsid w:val="00D3189E"/>
    <w:rsid w:val="00DD010A"/>
    <w:rsid w:val="00DD68DF"/>
    <w:rsid w:val="00E0250C"/>
    <w:rsid w:val="00E25A14"/>
    <w:rsid w:val="00E2602A"/>
    <w:rsid w:val="00E8144F"/>
    <w:rsid w:val="00E86118"/>
    <w:rsid w:val="00EE0487"/>
    <w:rsid w:val="00EE6EBF"/>
    <w:rsid w:val="00F57F5E"/>
    <w:rsid w:val="00F6087F"/>
    <w:rsid w:val="00F71F27"/>
    <w:rsid w:val="00F84B39"/>
    <w:rsid w:val="00FA1C0A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F57F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4</TotalTime>
  <Pages>2</Pages>
  <Words>224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8</cp:revision>
  <dcterms:created xsi:type="dcterms:W3CDTF">2024-01-25T12:08:00Z</dcterms:created>
  <dcterms:modified xsi:type="dcterms:W3CDTF">2024-04-04T06:44:00Z</dcterms:modified>
</cp:coreProperties>
</file>