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EE6F" w14:textId="71CF1F9A" w:rsidR="000203DB" w:rsidRPr="00F57F5E" w:rsidRDefault="00903991" w:rsidP="000203DB">
      <w:pPr>
        <w:pStyle w:val="Header"/>
        <w:jc w:val="right"/>
        <w:rPr>
          <w:i/>
        </w:rPr>
      </w:pPr>
      <w:r w:rsidRPr="00F57F5E">
        <w:rPr>
          <w:color w:val="181818"/>
          <w:lang w:val="ro-RO"/>
        </w:rPr>
        <w:t>Anexa 1</w:t>
      </w:r>
      <w:r w:rsidR="004214AD">
        <w:rPr>
          <w:color w:val="181818"/>
          <w:lang w:val="ro-RO"/>
        </w:rPr>
        <w:t>8</w:t>
      </w:r>
      <w:r w:rsidR="000203DB" w:rsidRPr="00F57F5E">
        <w:rPr>
          <w:color w:val="181818"/>
          <w:lang w:val="ro-RO"/>
        </w:rPr>
        <w:t xml:space="preserve"> -</w:t>
      </w:r>
      <w:r w:rsidR="000203DB" w:rsidRPr="00F57F5E">
        <w:rPr>
          <w:i/>
          <w:lang w:val="ro-RO"/>
        </w:rPr>
        <w:t xml:space="preserve"> Cod:</w:t>
      </w:r>
      <w:r w:rsidR="00B943AE" w:rsidRPr="00B943AE">
        <w:rPr>
          <w:i/>
        </w:rPr>
        <w:t xml:space="preserve"> </w:t>
      </w:r>
      <w:r w:rsidR="00B943AE" w:rsidRPr="003F3880">
        <w:rPr>
          <w:i/>
        </w:rPr>
        <w:t>UMFVBT- MET/DRU/3/2024</w:t>
      </w:r>
      <w:r w:rsidR="00B943AE">
        <w:rPr>
          <w:i/>
        </w:rPr>
        <w:t xml:space="preserve"> - </w:t>
      </w:r>
      <w:r w:rsidR="00B943AE">
        <w:rPr>
          <w:i/>
        </w:rPr>
        <w:t>1</w:t>
      </w:r>
      <w:r w:rsidR="00B943AE">
        <w:rPr>
          <w:i/>
        </w:rPr>
        <w:t>8</w:t>
      </w:r>
    </w:p>
    <w:p w14:paraId="05D2CA87" w14:textId="4392B554" w:rsidR="000965DE" w:rsidRPr="000965DE" w:rsidRDefault="000965DE" w:rsidP="000965DE">
      <w:pPr>
        <w:widowControl/>
        <w:autoSpaceDE/>
        <w:autoSpaceDN/>
        <w:adjustRightInd/>
        <w:rPr>
          <w:szCs w:val="32"/>
          <w:lang w:val="ro-RO"/>
        </w:rPr>
      </w:pPr>
      <w:r>
        <w:rPr>
          <w:szCs w:val="32"/>
          <w:lang w:val="ro-RO"/>
        </w:rPr>
        <w:t>Nr. de înregistrare: ______________/_____________________________</w:t>
      </w:r>
    </w:p>
    <w:p w14:paraId="408F55AE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AE17CC" w14:textId="02B04D3A" w:rsidR="00F57F5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REFERAT</w:t>
      </w:r>
    </w:p>
    <w:p w14:paraId="768B5539" w14:textId="69AABA3F" w:rsidR="001461A6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privind propunerile de scoatere la concurs a posturilor didactice și de cercetare vacante</w:t>
      </w:r>
    </w:p>
    <w:p w14:paraId="55B7F740" w14:textId="0D952F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2F4A9A36" w14:textId="0B7C31FC" w:rsidR="000965DE" w:rsidRPr="000965DE" w:rsidRDefault="000965DE" w:rsidP="000965DE">
      <w:pPr>
        <w:widowControl/>
        <w:autoSpaceDE/>
        <w:autoSpaceDN/>
        <w:adjustRightInd/>
        <w:jc w:val="both"/>
        <w:rPr>
          <w:b/>
          <w:i/>
          <w:sz w:val="24"/>
          <w:szCs w:val="32"/>
          <w:lang w:val="ro-RO"/>
        </w:rPr>
      </w:pPr>
      <w:r w:rsidRPr="000965DE">
        <w:rPr>
          <w:b/>
          <w:i/>
          <w:sz w:val="24"/>
          <w:szCs w:val="32"/>
          <w:lang w:val="ro-RO"/>
        </w:rPr>
        <w:t xml:space="preserve">În atenția: </w:t>
      </w:r>
    </w:p>
    <w:p w14:paraId="3696540F" w14:textId="78692DDF" w:rsidR="000965D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Conducerii Facultății de _______________</w:t>
      </w:r>
    </w:p>
    <w:p w14:paraId="7611AAE3" w14:textId="7C9DF05D" w:rsidR="000965DE" w:rsidRPr="00F57F5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Direcției Resurse Umane</w:t>
      </w:r>
      <w:bookmarkStart w:id="0" w:name="_GoBack"/>
      <w:bookmarkEnd w:id="0"/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63FD200D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679B1A47" w14:textId="1D8C62DD" w:rsidR="000965DE" w:rsidRPr="000965DE" w:rsidRDefault="000965DE" w:rsidP="000965DE">
      <w:pPr>
        <w:widowControl/>
        <w:autoSpaceDE/>
        <w:autoSpaceDN/>
        <w:adjustRightInd/>
        <w:jc w:val="both"/>
        <w:rPr>
          <w:sz w:val="24"/>
          <w:szCs w:val="32"/>
          <w:lang w:val="ro-RO"/>
        </w:rPr>
      </w:pPr>
      <w:r w:rsidRPr="000965DE">
        <w:rPr>
          <w:sz w:val="24"/>
          <w:szCs w:val="32"/>
          <w:lang w:val="ro-RO"/>
        </w:rPr>
        <w:tab/>
        <w:t>Subsemnatul __________________________, D</w:t>
      </w:r>
      <w:r>
        <w:rPr>
          <w:sz w:val="24"/>
          <w:szCs w:val="32"/>
          <w:lang w:val="ro-RO"/>
        </w:rPr>
        <w:t xml:space="preserve">irectorul Departamentului _________________, vă transmit prezentul REFERAT privind propunerea de scoatere la concurs  </w:t>
      </w:r>
      <w:r>
        <w:rPr>
          <w:sz w:val="24"/>
          <w:szCs w:val="28"/>
          <w:lang w:val="ro-RO"/>
        </w:rPr>
        <w:t>a posturilor didactice și de cercetare vacante 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965DE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965DE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050A2F" w:rsidRPr="00F57F5E" w14:paraId="764C1C13" w14:textId="77777777" w:rsidTr="000965DE">
        <w:trPr>
          <w:trHeight w:val="728"/>
        </w:trPr>
        <w:tc>
          <w:tcPr>
            <w:tcW w:w="2335" w:type="dxa"/>
            <w:vAlign w:val="center"/>
          </w:tcPr>
          <w:p w14:paraId="6F9D5014" w14:textId="1CCE4E37" w:rsidR="00050A2F" w:rsidRPr="00F57F5E" w:rsidRDefault="00050A2F" w:rsidP="00F57F5E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 Șef de 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>l</w:t>
            </w:r>
            <w:r w:rsidRPr="00F57F5E">
              <w:rPr>
                <w:color w:val="181818"/>
                <w:sz w:val="24"/>
                <w:szCs w:val="28"/>
                <w:lang w:val="ro-RO"/>
              </w:rPr>
              <w:t>ucrări</w:t>
            </w:r>
            <w:r w:rsidR="00F57F5E">
              <w:rPr>
                <w:color w:val="181818"/>
                <w:sz w:val="24"/>
                <w:szCs w:val="28"/>
                <w:lang w:val="ro-RO"/>
              </w:rPr>
              <w:t xml:space="preserve"> universitar</w:t>
            </w:r>
          </w:p>
        </w:tc>
        <w:tc>
          <w:tcPr>
            <w:tcW w:w="2196" w:type="dxa"/>
            <w:vAlign w:val="center"/>
          </w:tcPr>
          <w:p w14:paraId="0115F818" w14:textId="487BF0A7" w:rsidR="00050A2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_____</w:t>
            </w:r>
          </w:p>
        </w:tc>
        <w:tc>
          <w:tcPr>
            <w:tcW w:w="5205" w:type="dxa"/>
            <w:vAlign w:val="center"/>
          </w:tcPr>
          <w:p w14:paraId="42DB68B1" w14:textId="3A1450BB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050A2F" w:rsidRPr="00F57F5E" w14:paraId="7928E07B" w14:textId="77777777" w:rsidTr="000965DE">
        <w:trPr>
          <w:trHeight w:val="1052"/>
        </w:trPr>
        <w:tc>
          <w:tcPr>
            <w:tcW w:w="2335" w:type="dxa"/>
            <w:vAlign w:val="center"/>
          </w:tcPr>
          <w:p w14:paraId="60DDFF09" w14:textId="1C800E6C" w:rsidR="00050A2F" w:rsidRPr="00F57F5E" w:rsidRDefault="00050A2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  <w:vAlign w:val="center"/>
          </w:tcPr>
          <w:p w14:paraId="3F8DD91B" w14:textId="4A86695F" w:rsidR="00BB28BF" w:rsidRPr="00F57F5E" w:rsidRDefault="00050A2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  <w:p w14:paraId="218537AE" w14:textId="77777777" w:rsidR="00050A2F" w:rsidRPr="00F57F5E" w:rsidRDefault="00050A2F" w:rsidP="00BB28BF">
            <w:pPr>
              <w:rPr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3FCEBCAC" w14:textId="51057D2C" w:rsidR="00050A2F" w:rsidRPr="00F57F5E" w:rsidRDefault="00BB28BF" w:rsidP="00050A2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BB28BF" w:rsidRPr="00F57F5E" w14:paraId="70A3091A" w14:textId="77777777" w:rsidTr="000965DE">
        <w:tc>
          <w:tcPr>
            <w:tcW w:w="2335" w:type="dxa"/>
            <w:vAlign w:val="center"/>
          </w:tcPr>
          <w:p w14:paraId="18A277AE" w14:textId="75448730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Profesor universitar</w:t>
            </w:r>
          </w:p>
        </w:tc>
        <w:tc>
          <w:tcPr>
            <w:tcW w:w="2196" w:type="dxa"/>
            <w:vAlign w:val="center"/>
          </w:tcPr>
          <w:p w14:paraId="2152A77A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  <w:p w14:paraId="2BD5FA1F" w14:textId="77777777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</w:p>
        </w:tc>
        <w:tc>
          <w:tcPr>
            <w:tcW w:w="5205" w:type="dxa"/>
            <w:vAlign w:val="center"/>
          </w:tcPr>
          <w:p w14:paraId="4AE93BAC" w14:textId="59FDCDD4" w:rsidR="00BB28BF" w:rsidRPr="00F57F5E" w:rsidRDefault="00BB28BF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09B3C67A" w14:textId="50D666CF" w:rsidR="00F57F5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Menționez că prezentul Referat este avizat favorabil de către Consiliul Departamentului _________.</w:t>
      </w:r>
    </w:p>
    <w:p w14:paraId="1FD28488" w14:textId="6A331F95" w:rsidR="000965D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06C6CA85" w:rsidR="00205255" w:rsidRPr="000965DE" w:rsidRDefault="000965DE" w:rsidP="000965DE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0965DE">
        <w:rPr>
          <w:b/>
          <w:sz w:val="24"/>
          <w:szCs w:val="28"/>
          <w:lang w:val="ro-RO"/>
        </w:rPr>
        <w:t>AVIZ CONSILIUL DEPARTAMENTULUI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50934B14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79FC2D9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11B4D5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7DACEEF" w14:textId="72306615" w:rsidR="005C0C6E" w:rsidRPr="00F57F5E" w:rsidRDefault="00BB28BF" w:rsidP="000965DE">
      <w:pPr>
        <w:widowControl/>
        <w:autoSpaceDE/>
        <w:autoSpaceDN/>
        <w:adjustRightInd/>
        <w:rPr>
          <w:sz w:val="18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791BD" w14:textId="77777777" w:rsidR="00A97F72" w:rsidRDefault="00A97F72" w:rsidP="00D2536B">
      <w:r>
        <w:separator/>
      </w:r>
    </w:p>
  </w:endnote>
  <w:endnote w:type="continuationSeparator" w:id="0">
    <w:p w14:paraId="6C764A40" w14:textId="77777777" w:rsidR="00A97F72" w:rsidRDefault="00A97F72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53277" w14:textId="77777777" w:rsidR="00A97F72" w:rsidRDefault="00A97F72" w:rsidP="00D2536B">
      <w:r>
        <w:separator/>
      </w:r>
    </w:p>
  </w:footnote>
  <w:footnote w:type="continuationSeparator" w:id="0">
    <w:p w14:paraId="4F9E9CC3" w14:textId="77777777" w:rsidR="00A97F72" w:rsidRDefault="00A97F72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50A2F"/>
    <w:rsid w:val="000965DE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14AD"/>
    <w:rsid w:val="00425993"/>
    <w:rsid w:val="004915CF"/>
    <w:rsid w:val="004A5472"/>
    <w:rsid w:val="004D7E7E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A41"/>
    <w:rsid w:val="006A1CA7"/>
    <w:rsid w:val="00721FD4"/>
    <w:rsid w:val="00750481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669B9"/>
    <w:rsid w:val="0098380A"/>
    <w:rsid w:val="009B14B8"/>
    <w:rsid w:val="009B6E45"/>
    <w:rsid w:val="009F4B93"/>
    <w:rsid w:val="00A97F72"/>
    <w:rsid w:val="00AB1260"/>
    <w:rsid w:val="00AE5FD9"/>
    <w:rsid w:val="00B509CE"/>
    <w:rsid w:val="00B8495B"/>
    <w:rsid w:val="00B943AE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D010A"/>
    <w:rsid w:val="00E0250C"/>
    <w:rsid w:val="00E86118"/>
    <w:rsid w:val="00EE6EBF"/>
    <w:rsid w:val="00F57F5E"/>
    <w:rsid w:val="00F6087F"/>
    <w:rsid w:val="00F71F27"/>
    <w:rsid w:val="00F7676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6</TotalTime>
  <Pages>1</Pages>
  <Words>172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5</cp:revision>
  <dcterms:created xsi:type="dcterms:W3CDTF">2024-01-25T12:09:00Z</dcterms:created>
  <dcterms:modified xsi:type="dcterms:W3CDTF">2024-03-07T12:34:00Z</dcterms:modified>
</cp:coreProperties>
</file>